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6C66B3" w:rsidRDefault="00612060" w:rsidP="00A67D5C">
      <w:pPr>
        <w:spacing w:after="360"/>
        <w:rPr>
          <w:sz w:val="12"/>
          <w:szCs w:val="12"/>
        </w:rPr>
      </w:pPr>
      <w:r w:rsidRPr="006C66B3">
        <w:rPr>
          <w:noProof/>
          <w:sz w:val="12"/>
          <w:szCs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14="http://schemas.microsoft.com/office/drawing/2010/main" xmlns:a="http://schemas.openxmlformats.org/drawingml/2006/main">
            <w:pict>
              <v:group id="Group 26" style="position:absolute;margin-left:-48.15pt;margin-top:-12.1pt;width:97.1pt;height:102.2pt;z-index:251658241" coordsize="12330,12982" coordorigin="1926,1926" o:spid="_x0000_s1026" w14:anchorId="57C00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style="position:absolute;left:1926;top:11171;width:1600;height:1532;visibility:visible;mso-wrap-style:square;v-text-anchor:middle" coordsize="159973,153225" o:spid="_x0000_s1027" filled="f" stroked="f" strokeweight=".1076mm" path="m116066,153226r43907,l127498,97437v17827,-8756,27205,-25299,27205,-45367c154703,22122,133815,,95100,l,,,153187r39955,l39955,104139r49565,l116066,153187r,39xm39955,31033r49759,c105370,31033,113818,39982,113818,52070v,12087,-8448,21037,-24104,21037l39955,73107r,-42113l39955,310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style="position:absolute;left:9547;top:11171;width:1581;height:1555;visibility:visible;mso-wrap-style:square;v-text-anchor:middle" coordsize="158113,155550" o:spid="_x0000_s1028" filled="f" stroked="f" strokeweight=".1076mm" path="m,l,90192v,46103,33987,65358,79057,65358c124127,155550,158113,136295,158113,90192l158113,,117887,r,90192c117887,105728,112152,124053,79057,124053v-33096,,-38831,-18325,-38831,-33861l40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v:stroke joinstyle="miter"/>
                  <v:path arrowok="t" o:connecttype="custom" o:connectlocs="0,0;0,90192;79057,155550;158113,90192;158113,0;117887,0;117887,90192;79057,124053;40226,90192;40226,0;0,0" o:connectangles="0,0,0,0,0,0,0,0,0,0,0"/>
                </v:shape>
                <v:shape id="Forme libre : forme 30" style="position:absolute;left:3909;top:11171;width:1331;height:1532;visibility:visible;mso-wrap-style:square;v-text-anchor:middle" coordsize="133117,153225" o:spid="_x0000_s1029" filled="f" stroked="f" strokeweight=".1076mm" path="m133117,122038r-93240,l39877,90502r82893,l122770,61097r-82893,l39877,31188r90721,l130598,,,,,153226r133117,l133117,1220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v:stroke joinstyle="miter"/>
                  <v:path arrowok="t" o:connecttype="custom" o:connectlocs="133117,122038;39877,122038;39877,90502;122770,90502;122770,61097;39877,61097;39877,31188;130598,31188;130598,0;0,0;0,153226;133117,153226;133117,122038" o:connectangles="0,0,0,0,0,0,0,0,0,0,0,0,0"/>
                </v:shape>
                <v:shape id="Forme libre : forme 31" style="position:absolute;left:11579;top:11171;width:1267;height:1532;visibility:visible;mso-wrap-style:square;v-text-anchor:middle" coordsize="126684,153225" o:spid="_x0000_s1030" filled="f" stroked="f" strokeweight=".1076mm" path="m126684,122038r-86846,l39838,,,,,153226r126684,l126684,1220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v:stroke joinstyle="miter"/>
                  <v:path arrowok="t" o:connecttype="custom" o:connectlocs="126684,122038;39838,122038;39838,0;0,0;0,153226;126684,153226;126684,122038" o:connectangles="0,0,0,0,0,0,0"/>
                </v:shape>
                <v:shape id="Forme libre : forme 32" style="position:absolute;left:7531;top:11171;width:1837;height:1532;visibility:visible;mso-wrap-style:square;v-text-anchor:middle" coordsize="183729,153187" o:spid="_x0000_s1031" filled="f" stroked="f" strokeweight=".1076mm" path="m142728,153187r41001,l117732,,65997,,,153187r40962,l52859,124750r77933,l142689,153187r39,xm65919,93563l91845,31536r25926,62027l65880,93563r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v:stroke joinstyle="miter"/>
                  <v:path arrowok="t" o:connecttype="custom" o:connectlocs="142728,153187;183729,153187;117732,0;65997,0;0,153187;40962,153187;52859,124750;130792,124750;142689,153187;65919,93563;91845,31536;117771,93563;65880,93563" o:connectangles="0,0,0,0,0,0,0,0,0,0,0,0,0"/>
                </v:shape>
                <v:shape id="Forme libre : forme 33" style="position:absolute;left:12676;top:11171;width:1581;height:1532;visibility:visible;mso-wrap-style:square;v-text-anchor:middle" coordsize="158113,153225" o:spid="_x0000_s1032" filled="f" stroked="f" strokeweight=".1076mm" path="m,l,31149r59099,l59099,153226r39877,l98976,31149r59137,l1581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v:stroke joinstyle="miter"/>
                  <v:path arrowok="t" o:connecttype="custom" o:connectlocs="0,0;0,31149;59099,31149;59099,153226;98976,153226;98976,31149;158113,31149;158113,0;0,0" o:connectangles="0,0,0,0,0,0,0,0,0"/>
                </v:shape>
                <v:shape id="Forme libre : forme 34" style="position:absolute;left:5656;top:11171;width:1609;height:1532;visibility:visible;mso-wrap-style:square;v-text-anchor:middle" coordsize="160942,153225" o:spid="_x0000_s1033" filled="f" stroked="f" strokeweight=".1076mm" path="m160942,153226l160942,,125328,r,100652l33948,,,,,153226r35847,l35847,52573r90682,100653l160942,153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v:stroke joinstyle="miter"/>
                  <v:path arrowok="t" o:connecttype="custom" o:connectlocs="160942,153226;160942,0;125328,0;125328,100652;33948,0;0,0;0,153226;35847,153226;35847,52573;126529,153226;160942,153226" o:connectangles="0,0,0,0,0,0,0,0,0,0,0"/>
                </v:shape>
                <v:shape id="Forme libre : forme 35" style="position:absolute;left:2487;top:13361;width:1580;height:1524;visibility:visible;mso-wrap-style:square;v-text-anchor:middle" coordsize="158074,152373" o:spid="_x0000_s1034" filled="f" stroked="f" strokeweight=".1076mm" path="m,30994r59099,l59099,152373r39838,l98937,30994r59137,l158074,,,,,309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v:stroke joinstyle="miter"/>
                  <v:path arrowok="t" o:connecttype="custom" o:connectlocs="0,30994;59099,30994;59099,152373;98937,152373;98937,30994;158074,30994;158074,0;0,0;0,30994" o:connectangles="0,0,0,0,0,0,0,0,0"/>
                </v:shape>
                <v:shape id="Forme libre : forme 36" style="position:absolute;left:6259;top:13361;width:1581;height:1547;visibility:visible;mso-wrap-style:square;v-text-anchor:middle" coordsize="158113,154697" o:spid="_x0000_s1035" filled="f" stroked="f" strokeweight=".1076mm" path="m117887,89688v,15459,-5735,33667,-38830,33667c45961,123355,40226,105147,40226,89688l40226,,,,,89688v,45871,33987,65010,79057,65010c124127,154698,158113,135559,158113,89688l158113,,117887,r,896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v:stroke joinstyle="miter"/>
                  <v:path arrowok="t" o:connecttype="custom" o:connectlocs="117887,89688;79057,123355;40226,89688;40226,0;0,0;0,89688;79057,154698;158113,89688;158113,0;117887,0;117887,89688" o:connectangles="0,0,0,0,0,0,0,0,0,0,0"/>
                </v:shape>
                <v:shape id="Forme libre : forme 37" style="position:absolute;left:4383;top:13361;width:1600;height:1524;visibility:visible;mso-wrap-style:square;v-text-anchor:middle" coordsize="159934,152373" o:spid="_x0000_s1036" filled="f" stroked="f" strokeweight=".1076mm" path="m154703,51798c154703,22006,133815,,95100,l,,,152373r39955,l39955,103597r49526,l116027,152373r43908,l127459,96895v17827,-8679,27205,-25144,27205,-45097l154703,51798xm89714,72758r-49759,l39955,30878r49759,c105370,30878,113818,39788,113818,51837v,12049,-8448,20921,-24104,2092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style="position:absolute;left:10206;top:13361;width:1614;height:1526;visibility:visible;mso-wrap-style:square;v-text-anchor:middle" coordsize="161329,152644" o:spid="_x0000_s1037" filled="f" stroked="f" strokeweight=".1076mm" path="m112462,1162l56386,61368r-16509,l39877,,,,,152373r39877,l39877,92400r16470,l112462,152645r48868,l91380,76903,161330,1162r-488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v:stroke joinstyle="miter"/>
                  <v:path arrowok="t" o:connecttype="custom" o:connectlocs="112462,1162;56386,61368;39877,61368;39877,0;0,0;0,152373;39877,152373;39877,92400;56347,92400;112462,152645;161330,152645;91380,76903;161330,1162;112462,1162" o:connectangles="0,0,0,0,0,0,0,0,0,0,0,0,0,0"/>
                </v:shape>
                <v:shape id="Forme libre : forme 39" style="position:absolute;left:11934;top:13337;width:1533;height:1571;visibility:visible;mso-wrap-style:square;v-text-anchor:middle" coordsize="153307,157138" o:spid="_x0000_s1038" filled="f" stroked="f" strokeweight=".1076mm"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style="position:absolute;left:8167;top:13337;width:1691;height:1571;visibility:visible;mso-wrap-style:square;v-text-anchor:middle" coordsize="169041,157138" o:spid="_x0000_s1039" filled="f" stroked="f" strokeweight=".1076mm"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style="position:absolute;left:6174;top:1926;width:4711;height:7704;visibility:visible;mso-wrap-style:square;v-text-anchor:middle" coordsize="471045,770429" o:spid="_x0000_s1040" filled="f" stroked="f" strokeweight=".1076mm" path="m132497,632856r29453,-55015l58905,385215,235542,55014,412179,385215,206090,770429r58905,l471046,385215,264995,,206090,,,385215,132497,6328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v:stroke joinstyle="miter"/>
                  <v:path arrowok="t" o:connecttype="custom" o:connectlocs="132497,632856;161950,577841;58905,385215;235542,55014;412179,385215;206090,770429;264995,770429;471046,385215;264995,0;206090,0;0,385215;132497,632856" o:connectangles="0,0,0,0,0,0,0,0,0,0,0,0"/>
                </v:shape>
                <v:shape id="Forme libre : forme 42" style="position:absolute;left:4997;top:1926;width:4710;height:7704;visibility:visible;mso-wrap-style:square;v-text-anchor:middle" coordsize="471045,770429" o:spid="_x0000_s1041" filled="f" stroked="f" strokeweight=".1076mm" path="m264956,770429l471046,385215,338548,137535r-29413,55053l412179,385215,235503,715377,58866,385215,264956,,206090,,,385215,206090,770429r588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6C66B3">
        <w:rPr>
          <w:noProof/>
          <w:sz w:val="12"/>
          <w:szCs w:val="12"/>
        </w:rPr>
        <mc:AlternateContent>
          <mc:Choice Requires="wps">
            <w:drawing>
              <wp:anchor distT="0" distB="0" distL="114300" distR="114300" simplePos="0" relativeHeight="251658240" behindDoc="0" locked="1" layoutInCell="1" allowOverlap="1" wp14:anchorId="2434C79C" wp14:editId="7322BB07">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Freeform: Shape 10"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spid="_x0000_s1026" stroked="f" path="m,l7559675,r,2700000l1626777,2700000,1259199,2496032,891633,2700000,,2700000,,x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BNgII6ujABALowAQAVAAAAZHJzL21lZGlh&#10;L2ltYWdlMS5qcGVn/9j/4AAQSkZJRgABAQEAlgCWAAD/2wBDAAgGBgcGBQgHBwcJCQgKDBQNDAsL&#10;DBkSEw8UHRofHh0aHBwgJC4nICIsIxwcKDcpLDAxNDQ0Hyc5PTgyPC4zNDL/2wBDAQkJCQwLDBgN&#10;DRgyIRwhMjIyMjIyMjIyMjIyMjIyMjIyMjIyMjIyMjIyMjIyMjIyMjIyMjIyMjIyMjIyMjIyMjL/&#10;wAARCAGvBN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" w14:anchorId="61120BD7">
                <v:fill type="frame" o:title="" recolor="t" rotate="t" r:id="rId9"/>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1BBA2E0" w:rsidR="004022B4" w:rsidRPr="006C66B3" w:rsidRDefault="006C66B3" w:rsidP="00797F40">
      <w:pPr>
        <w:pStyle w:val="RTDocType"/>
      </w:pPr>
      <w:r w:rsidRPr="006C66B3">
        <w:t>Press release</w:t>
      </w:r>
    </w:p>
    <w:p w14:paraId="10C7654A" w14:textId="42D883D8" w:rsidR="00797F40" w:rsidRPr="006C66B3" w:rsidRDefault="006C2B36" w:rsidP="00797F40">
      <w:pPr>
        <w:pStyle w:val="RTDate"/>
      </w:pPr>
      <w:r w:rsidRPr="006C66B3">
        <w:rPr>
          <w:noProof/>
        </w:rPr>
        <w:t>NOVEMB</w:t>
      </w:r>
      <w:r w:rsidR="006C66B3" w:rsidRPr="006C66B3">
        <w:rPr>
          <w:noProof/>
        </w:rPr>
        <w:t>ER</w:t>
      </w:r>
      <w:r w:rsidR="00A650EA" w:rsidRPr="006C66B3">
        <w:rPr>
          <w:noProof/>
        </w:rPr>
        <w:t xml:space="preserve"> 202</w:t>
      </w:r>
      <w:r w:rsidR="00036875" w:rsidRPr="006C66B3">
        <w:rPr>
          <w:noProof/>
        </w:rPr>
        <w:t>4</w:t>
      </w:r>
    </w:p>
    <w:p w14:paraId="28D2A163" w14:textId="77777777" w:rsidR="00EC5F81" w:rsidRPr="006C66B3" w:rsidRDefault="00EC5F81" w:rsidP="00EC5F81">
      <w:pPr>
        <w:spacing w:line="276" w:lineRule="auto"/>
        <w:rPr>
          <w:b/>
          <w:bCs/>
          <w:sz w:val="56"/>
          <w:szCs w:val="56"/>
        </w:rPr>
      </w:pPr>
    </w:p>
    <w:p w14:paraId="2FF7A877" w14:textId="77777777" w:rsidR="00D15707" w:rsidRDefault="00EE06AC" w:rsidP="00EC5210">
      <w:pPr>
        <w:rPr>
          <w:b/>
          <w:bCs/>
          <w:sz w:val="22"/>
          <w:szCs w:val="22"/>
        </w:rPr>
      </w:pPr>
      <w:r w:rsidRPr="006C66B3">
        <w:rPr>
          <w:b/>
          <w:bCs/>
          <w:sz w:val="56"/>
          <w:szCs w:val="56"/>
        </w:rPr>
        <w:t>Renault Trucks T</w:t>
      </w:r>
      <w:r w:rsidR="26E131F9" w:rsidRPr="006C66B3">
        <w:rPr>
          <w:b/>
          <w:bCs/>
          <w:sz w:val="56"/>
          <w:szCs w:val="56"/>
        </w:rPr>
        <w:t xml:space="preserve"> </w:t>
      </w:r>
      <w:r w:rsidR="001C5D43" w:rsidRPr="006C66B3">
        <w:rPr>
          <w:b/>
          <w:bCs/>
          <w:sz w:val="56"/>
          <w:szCs w:val="56"/>
        </w:rPr>
        <w:t xml:space="preserve">awarded </w:t>
      </w:r>
      <w:r w:rsidR="00D15707">
        <w:rPr>
          <w:b/>
          <w:bCs/>
          <w:sz w:val="56"/>
          <w:szCs w:val="56"/>
        </w:rPr>
        <w:br/>
      </w:r>
      <w:r w:rsidR="001C5D43" w:rsidRPr="006C66B3">
        <w:rPr>
          <w:b/>
          <w:bCs/>
          <w:sz w:val="56"/>
          <w:szCs w:val="56"/>
        </w:rPr>
        <w:t xml:space="preserve">4 stars in the Euro NCAP </w:t>
      </w:r>
      <w:r w:rsidR="00D15707">
        <w:rPr>
          <w:b/>
          <w:bCs/>
          <w:sz w:val="56"/>
          <w:szCs w:val="56"/>
        </w:rPr>
        <w:br/>
      </w:r>
      <w:r w:rsidR="001C5D43" w:rsidRPr="006C66B3">
        <w:rPr>
          <w:b/>
          <w:bCs/>
          <w:sz w:val="56"/>
          <w:szCs w:val="56"/>
        </w:rPr>
        <w:t>safety rating</w:t>
      </w:r>
      <w:r w:rsidR="00C81160" w:rsidRPr="006C66B3">
        <w:br/>
      </w:r>
      <w:r w:rsidR="00C81160" w:rsidRPr="006C66B3">
        <w:br/>
      </w:r>
    </w:p>
    <w:p w14:paraId="349D3F40" w14:textId="08871B93" w:rsidR="00043377" w:rsidRPr="006C66B3" w:rsidRDefault="004A5B52" w:rsidP="00EC5210">
      <w:pPr>
        <w:rPr>
          <w:b/>
          <w:bCs/>
          <w:sz w:val="22"/>
          <w:szCs w:val="22"/>
        </w:rPr>
      </w:pPr>
      <w:r w:rsidRPr="006C66B3">
        <w:rPr>
          <w:b/>
          <w:bCs/>
          <w:sz w:val="22"/>
          <w:szCs w:val="22"/>
        </w:rPr>
        <w:t>Euro NCAP</w:t>
      </w:r>
      <w:r w:rsidR="001C5D43" w:rsidRPr="006C66B3">
        <w:rPr>
          <w:b/>
          <w:bCs/>
          <w:sz w:val="22"/>
          <w:szCs w:val="22"/>
        </w:rPr>
        <w:t xml:space="preserve"> – the European New Car Assessment Programme – has been </w:t>
      </w:r>
      <w:r w:rsidR="00B47F2E" w:rsidRPr="00B47F2E">
        <w:rPr>
          <w:b/>
          <w:bCs/>
          <w:sz w:val="22"/>
          <w:szCs w:val="22"/>
        </w:rPr>
        <w:t>a benchmark</w:t>
      </w:r>
      <w:r w:rsidR="001C5D43" w:rsidRPr="006C66B3">
        <w:rPr>
          <w:b/>
          <w:bCs/>
          <w:sz w:val="22"/>
          <w:szCs w:val="22"/>
        </w:rPr>
        <w:t xml:space="preserve"> in the area of vehicle safety since 1997.</w:t>
      </w:r>
      <w:r w:rsidRPr="006C66B3">
        <w:rPr>
          <w:b/>
          <w:bCs/>
          <w:sz w:val="22"/>
          <w:szCs w:val="22"/>
        </w:rPr>
        <w:t xml:space="preserve"> </w:t>
      </w:r>
      <w:r w:rsidR="001C5D43" w:rsidRPr="006C66B3">
        <w:rPr>
          <w:b/>
          <w:bCs/>
          <w:sz w:val="22"/>
          <w:szCs w:val="22"/>
        </w:rPr>
        <w:t xml:space="preserve">In 2024, it </w:t>
      </w:r>
      <w:r w:rsidR="001E1A82">
        <w:rPr>
          <w:b/>
          <w:bCs/>
          <w:sz w:val="22"/>
          <w:szCs w:val="22"/>
        </w:rPr>
        <w:t xml:space="preserve">has </w:t>
      </w:r>
      <w:r w:rsidR="001C5D43" w:rsidRPr="006C66B3">
        <w:rPr>
          <w:b/>
          <w:bCs/>
          <w:sz w:val="22"/>
          <w:szCs w:val="22"/>
        </w:rPr>
        <w:t>expanded its tests to include heavy</w:t>
      </w:r>
      <w:r w:rsidR="00D15707">
        <w:rPr>
          <w:b/>
          <w:bCs/>
          <w:sz w:val="22"/>
          <w:szCs w:val="22"/>
        </w:rPr>
        <w:t>-duty</w:t>
      </w:r>
      <w:r w:rsidR="001C5D43" w:rsidRPr="006C66B3">
        <w:rPr>
          <w:b/>
          <w:bCs/>
          <w:sz w:val="22"/>
          <w:szCs w:val="22"/>
        </w:rPr>
        <w:t xml:space="preserve"> </w:t>
      </w:r>
      <w:r w:rsidR="00D15707">
        <w:rPr>
          <w:b/>
          <w:bCs/>
          <w:sz w:val="22"/>
          <w:szCs w:val="22"/>
        </w:rPr>
        <w:t>trucks</w:t>
      </w:r>
      <w:r w:rsidRPr="006C66B3">
        <w:rPr>
          <w:b/>
          <w:bCs/>
          <w:sz w:val="22"/>
          <w:szCs w:val="22"/>
        </w:rPr>
        <w:t>.</w:t>
      </w:r>
      <w:r w:rsidR="00726EB0" w:rsidRPr="006C66B3">
        <w:rPr>
          <w:b/>
          <w:bCs/>
          <w:sz w:val="22"/>
          <w:szCs w:val="22"/>
        </w:rPr>
        <w:t xml:space="preserve"> </w:t>
      </w:r>
      <w:r w:rsidR="001C5D43" w:rsidRPr="006C66B3">
        <w:rPr>
          <w:b/>
          <w:bCs/>
          <w:sz w:val="22"/>
          <w:szCs w:val="22"/>
        </w:rPr>
        <w:t xml:space="preserve">Following months of stringent testing, </w:t>
      </w:r>
      <w:r w:rsidR="00043377" w:rsidRPr="006C66B3">
        <w:rPr>
          <w:b/>
          <w:bCs/>
          <w:sz w:val="22"/>
          <w:szCs w:val="22"/>
        </w:rPr>
        <w:t xml:space="preserve">Euro NCAP </w:t>
      </w:r>
      <w:r w:rsidR="001C5D43" w:rsidRPr="006C66B3">
        <w:rPr>
          <w:b/>
          <w:bCs/>
          <w:sz w:val="22"/>
          <w:szCs w:val="22"/>
        </w:rPr>
        <w:t>has just released the results of this very first assessment</w:t>
      </w:r>
      <w:r w:rsidR="00B622DE" w:rsidRPr="006C66B3">
        <w:rPr>
          <w:b/>
          <w:bCs/>
          <w:sz w:val="22"/>
          <w:szCs w:val="22"/>
        </w:rPr>
        <w:t xml:space="preserve">: </w:t>
      </w:r>
      <w:r w:rsidR="001C5D43" w:rsidRPr="006C66B3">
        <w:rPr>
          <w:b/>
          <w:bCs/>
          <w:sz w:val="22"/>
          <w:szCs w:val="22"/>
        </w:rPr>
        <w:t xml:space="preserve">the </w:t>
      </w:r>
      <w:r w:rsidR="005554B9" w:rsidRPr="006C66B3">
        <w:rPr>
          <w:b/>
          <w:bCs/>
          <w:sz w:val="22"/>
          <w:szCs w:val="22"/>
        </w:rPr>
        <w:t xml:space="preserve">Renault Trucks T </w:t>
      </w:r>
      <w:r w:rsidR="001C5D43" w:rsidRPr="006C66B3">
        <w:rPr>
          <w:b/>
          <w:bCs/>
          <w:sz w:val="22"/>
          <w:szCs w:val="22"/>
        </w:rPr>
        <w:t xml:space="preserve">achieved </w:t>
      </w:r>
      <w:r w:rsidR="005554B9" w:rsidRPr="006C66B3">
        <w:rPr>
          <w:b/>
          <w:bCs/>
          <w:sz w:val="22"/>
          <w:szCs w:val="22"/>
        </w:rPr>
        <w:t xml:space="preserve">4 </w:t>
      </w:r>
      <w:r w:rsidR="001C5D43" w:rsidRPr="006C66B3">
        <w:rPr>
          <w:b/>
          <w:bCs/>
          <w:sz w:val="22"/>
          <w:szCs w:val="22"/>
        </w:rPr>
        <w:t>star</w:t>
      </w:r>
      <w:r w:rsidR="005554B9" w:rsidRPr="006C66B3">
        <w:rPr>
          <w:b/>
          <w:bCs/>
          <w:sz w:val="22"/>
          <w:szCs w:val="22"/>
        </w:rPr>
        <w:t>s</w:t>
      </w:r>
      <w:r w:rsidR="00043377" w:rsidRPr="006C66B3">
        <w:rPr>
          <w:b/>
          <w:bCs/>
          <w:sz w:val="22"/>
          <w:szCs w:val="22"/>
        </w:rPr>
        <w:t xml:space="preserve">, </w:t>
      </w:r>
      <w:r w:rsidR="001C5D43" w:rsidRPr="006C66B3">
        <w:rPr>
          <w:b/>
          <w:bCs/>
          <w:sz w:val="22"/>
          <w:szCs w:val="22"/>
        </w:rPr>
        <w:t xml:space="preserve">placing it among the safest </w:t>
      </w:r>
      <w:r w:rsidR="006C66B3" w:rsidRPr="006C66B3">
        <w:rPr>
          <w:b/>
          <w:bCs/>
          <w:sz w:val="22"/>
          <w:szCs w:val="22"/>
        </w:rPr>
        <w:t>truck</w:t>
      </w:r>
      <w:r w:rsidR="001C5D43" w:rsidRPr="006C66B3">
        <w:rPr>
          <w:b/>
          <w:bCs/>
          <w:sz w:val="22"/>
          <w:szCs w:val="22"/>
        </w:rPr>
        <w:t>s on the market</w:t>
      </w:r>
      <w:r w:rsidR="00043377" w:rsidRPr="006C66B3">
        <w:rPr>
          <w:b/>
          <w:bCs/>
          <w:sz w:val="22"/>
          <w:szCs w:val="22"/>
        </w:rPr>
        <w:t>.</w:t>
      </w:r>
    </w:p>
    <w:p w14:paraId="75E14064" w14:textId="0F9045C8" w:rsidR="005554B9" w:rsidRPr="006C66B3" w:rsidRDefault="005554B9" w:rsidP="00D96549">
      <w:pPr>
        <w:spacing w:line="276" w:lineRule="auto"/>
        <w:rPr>
          <w:b/>
          <w:bCs/>
          <w:sz w:val="22"/>
          <w:szCs w:val="22"/>
        </w:rPr>
      </w:pPr>
    </w:p>
    <w:p w14:paraId="2AA0B3C9" w14:textId="39396CA5" w:rsidR="009D5BCF" w:rsidRDefault="00751DA9" w:rsidP="009D5BCF">
      <w:pPr>
        <w:spacing w:line="276" w:lineRule="auto"/>
        <w:rPr>
          <w:sz w:val="22"/>
          <w:szCs w:val="22"/>
        </w:rPr>
      </w:pPr>
      <w:r w:rsidRPr="006C66B3">
        <w:rPr>
          <w:sz w:val="22"/>
          <w:szCs w:val="22"/>
        </w:rPr>
        <w:t xml:space="preserve">Renault Trucks </w:t>
      </w:r>
      <w:r w:rsidR="006C66B3">
        <w:rPr>
          <w:sz w:val="22"/>
          <w:szCs w:val="22"/>
        </w:rPr>
        <w:t xml:space="preserve">puts safety at the centre of its operations, designing its trucks </w:t>
      </w:r>
      <w:r w:rsidR="00577D40">
        <w:rPr>
          <w:sz w:val="22"/>
          <w:szCs w:val="22"/>
        </w:rPr>
        <w:t>to meet</w:t>
      </w:r>
      <w:r w:rsidR="006C66B3">
        <w:rPr>
          <w:sz w:val="22"/>
          <w:szCs w:val="22"/>
        </w:rPr>
        <w:t xml:space="preserve"> a clear commitment</w:t>
      </w:r>
      <w:r w:rsidR="009D5BCF" w:rsidRPr="006C66B3">
        <w:rPr>
          <w:sz w:val="22"/>
          <w:szCs w:val="22"/>
        </w:rPr>
        <w:t xml:space="preserve">: </w:t>
      </w:r>
      <w:r w:rsidR="006C66B3">
        <w:rPr>
          <w:sz w:val="22"/>
          <w:szCs w:val="22"/>
        </w:rPr>
        <w:t>reduce risks and create a safer road environment</w:t>
      </w:r>
      <w:r w:rsidR="009D5BCF" w:rsidRPr="006C66B3">
        <w:rPr>
          <w:sz w:val="22"/>
          <w:szCs w:val="22"/>
        </w:rPr>
        <w:t xml:space="preserve">. </w:t>
      </w:r>
    </w:p>
    <w:p w14:paraId="7652E5E9" w14:textId="77777777" w:rsidR="00587572" w:rsidRPr="006C66B3" w:rsidRDefault="00587572" w:rsidP="009D5BCF">
      <w:pPr>
        <w:spacing w:line="276" w:lineRule="auto"/>
        <w:rPr>
          <w:sz w:val="22"/>
          <w:szCs w:val="22"/>
        </w:rPr>
      </w:pPr>
    </w:p>
    <w:p w14:paraId="2BDF50F9" w14:textId="4162CA4E" w:rsidR="00751DA9" w:rsidRPr="006C66B3" w:rsidRDefault="00751DA9" w:rsidP="00D96549">
      <w:pPr>
        <w:spacing w:line="276" w:lineRule="auto"/>
        <w:rPr>
          <w:b/>
          <w:bCs/>
          <w:sz w:val="22"/>
          <w:szCs w:val="22"/>
        </w:rPr>
      </w:pPr>
    </w:p>
    <w:p w14:paraId="06E89BC0" w14:textId="4CA2E88A" w:rsidR="00BB5EDC" w:rsidRPr="006C66B3" w:rsidRDefault="00BB5EDC" w:rsidP="00BB5EDC">
      <w:pPr>
        <w:pStyle w:val="ListParagraph"/>
        <w:numPr>
          <w:ilvl w:val="0"/>
          <w:numId w:val="31"/>
        </w:numPr>
        <w:spacing w:line="276" w:lineRule="auto"/>
        <w:rPr>
          <w:b/>
          <w:bCs/>
          <w:sz w:val="22"/>
          <w:szCs w:val="22"/>
        </w:rPr>
      </w:pPr>
      <w:r w:rsidRPr="006C66B3">
        <w:rPr>
          <w:b/>
          <w:bCs/>
          <w:sz w:val="22"/>
          <w:szCs w:val="22"/>
        </w:rPr>
        <w:t>Euro N</w:t>
      </w:r>
      <w:r w:rsidR="00B11FFF" w:rsidRPr="006C66B3">
        <w:rPr>
          <w:b/>
          <w:bCs/>
          <w:sz w:val="22"/>
          <w:szCs w:val="22"/>
        </w:rPr>
        <w:t>CAP</w:t>
      </w:r>
      <w:r w:rsidR="006C66B3">
        <w:rPr>
          <w:b/>
          <w:bCs/>
          <w:sz w:val="22"/>
          <w:szCs w:val="22"/>
        </w:rPr>
        <w:t xml:space="preserve"> assessment</w:t>
      </w:r>
    </w:p>
    <w:p w14:paraId="16E1D210" w14:textId="57378003" w:rsidR="512E69E8" w:rsidRPr="006C66B3" w:rsidRDefault="512E69E8" w:rsidP="512E69E8">
      <w:pPr>
        <w:spacing w:line="276" w:lineRule="auto"/>
        <w:rPr>
          <w:b/>
          <w:bCs/>
          <w:sz w:val="22"/>
          <w:szCs w:val="22"/>
        </w:rPr>
      </w:pPr>
    </w:p>
    <w:p w14:paraId="204A8AAC" w14:textId="0C147C1C" w:rsidR="00BB5EDC" w:rsidRDefault="00756098" w:rsidP="512E69E8">
      <w:pPr>
        <w:spacing w:line="276" w:lineRule="auto"/>
        <w:rPr>
          <w:sz w:val="22"/>
          <w:szCs w:val="22"/>
        </w:rPr>
      </w:pPr>
      <w:r>
        <w:rPr>
          <w:sz w:val="22"/>
          <w:szCs w:val="22"/>
        </w:rPr>
        <w:t xml:space="preserve">As it has shown with </w:t>
      </w:r>
      <w:r w:rsidRPr="006C66B3">
        <w:rPr>
          <w:sz w:val="22"/>
          <w:szCs w:val="22"/>
        </w:rPr>
        <w:t>passenger cars</w:t>
      </w:r>
      <w:r>
        <w:rPr>
          <w:sz w:val="22"/>
          <w:szCs w:val="22"/>
        </w:rPr>
        <w:t>,</w:t>
      </w:r>
      <w:r w:rsidRPr="006C66B3">
        <w:rPr>
          <w:sz w:val="22"/>
          <w:szCs w:val="22"/>
        </w:rPr>
        <w:t xml:space="preserve"> </w:t>
      </w:r>
      <w:r w:rsidR="00B11FFF" w:rsidRPr="006C66B3">
        <w:rPr>
          <w:sz w:val="22"/>
          <w:szCs w:val="22"/>
        </w:rPr>
        <w:t xml:space="preserve">Euro NCAP </w:t>
      </w:r>
      <w:r w:rsidR="006C66B3">
        <w:rPr>
          <w:sz w:val="22"/>
          <w:szCs w:val="22"/>
        </w:rPr>
        <w:t xml:space="preserve">offers an excellent </w:t>
      </w:r>
      <w:r>
        <w:rPr>
          <w:sz w:val="22"/>
          <w:szCs w:val="22"/>
        </w:rPr>
        <w:t>way to</w:t>
      </w:r>
      <w:r w:rsidR="006C66B3">
        <w:rPr>
          <w:sz w:val="22"/>
          <w:szCs w:val="22"/>
        </w:rPr>
        <w:t xml:space="preserve"> rais</w:t>
      </w:r>
      <w:r>
        <w:rPr>
          <w:sz w:val="22"/>
          <w:szCs w:val="22"/>
        </w:rPr>
        <w:t>e</w:t>
      </w:r>
      <w:r w:rsidR="006C66B3">
        <w:rPr>
          <w:sz w:val="22"/>
          <w:szCs w:val="22"/>
        </w:rPr>
        <w:t xml:space="preserve"> safety awareness and strengthen standards throughout </w:t>
      </w:r>
      <w:r w:rsidR="00A764DB">
        <w:rPr>
          <w:sz w:val="22"/>
          <w:szCs w:val="22"/>
        </w:rPr>
        <w:t>the</w:t>
      </w:r>
      <w:r w:rsidR="006C66B3">
        <w:rPr>
          <w:sz w:val="22"/>
          <w:szCs w:val="22"/>
        </w:rPr>
        <w:t xml:space="preserve"> sector. This is why </w:t>
      </w:r>
      <w:r w:rsidR="00B11FFF" w:rsidRPr="006C66B3">
        <w:rPr>
          <w:sz w:val="22"/>
          <w:szCs w:val="22"/>
        </w:rPr>
        <w:t xml:space="preserve">Renault Trucks </w:t>
      </w:r>
      <w:r>
        <w:rPr>
          <w:sz w:val="22"/>
          <w:szCs w:val="22"/>
        </w:rPr>
        <w:t xml:space="preserve">welcomed </w:t>
      </w:r>
      <w:r w:rsidR="0077791A">
        <w:rPr>
          <w:sz w:val="22"/>
          <w:szCs w:val="22"/>
        </w:rPr>
        <w:t>the programme’s</w:t>
      </w:r>
      <w:r>
        <w:rPr>
          <w:sz w:val="22"/>
          <w:szCs w:val="22"/>
        </w:rPr>
        <w:t xml:space="preserve"> application to </w:t>
      </w:r>
      <w:r w:rsidR="0077791A">
        <w:rPr>
          <w:sz w:val="22"/>
          <w:szCs w:val="22"/>
        </w:rPr>
        <w:t>HGV</w:t>
      </w:r>
      <w:r>
        <w:rPr>
          <w:sz w:val="22"/>
          <w:szCs w:val="22"/>
        </w:rPr>
        <w:t xml:space="preserve">s with open arms, seeing </w:t>
      </w:r>
      <w:r w:rsidR="00D93A9F">
        <w:rPr>
          <w:sz w:val="22"/>
          <w:szCs w:val="22"/>
        </w:rPr>
        <w:t xml:space="preserve">it </w:t>
      </w:r>
      <w:r w:rsidR="0003294C" w:rsidRPr="0003294C">
        <w:rPr>
          <w:sz w:val="22"/>
          <w:szCs w:val="22"/>
        </w:rPr>
        <w:t>as a new opportunity to further enhance protection for drivers and all road users.</w:t>
      </w:r>
    </w:p>
    <w:p w14:paraId="3434E385" w14:textId="77777777" w:rsidR="0003294C" w:rsidRPr="006C66B3" w:rsidRDefault="0003294C" w:rsidP="512E69E8">
      <w:pPr>
        <w:spacing w:line="276" w:lineRule="auto"/>
        <w:rPr>
          <w:b/>
          <w:bCs/>
          <w:sz w:val="22"/>
          <w:szCs w:val="22"/>
        </w:rPr>
      </w:pPr>
    </w:p>
    <w:p w14:paraId="2AA3A135" w14:textId="28287461" w:rsidR="000C36DF" w:rsidRPr="006C66B3" w:rsidRDefault="00C57AAC" w:rsidP="000C36DF">
      <w:pPr>
        <w:spacing w:line="276" w:lineRule="auto"/>
        <w:rPr>
          <w:sz w:val="22"/>
          <w:szCs w:val="22"/>
        </w:rPr>
      </w:pPr>
      <w:r w:rsidRPr="006C66B3">
        <w:rPr>
          <w:sz w:val="22"/>
          <w:szCs w:val="22"/>
        </w:rPr>
        <w:t>Euro NCAP</w:t>
      </w:r>
      <w:r>
        <w:rPr>
          <w:sz w:val="22"/>
          <w:szCs w:val="22"/>
        </w:rPr>
        <w:t>’s</w:t>
      </w:r>
      <w:r w:rsidRPr="006C66B3">
        <w:rPr>
          <w:sz w:val="22"/>
          <w:szCs w:val="22"/>
        </w:rPr>
        <w:t xml:space="preserve"> </w:t>
      </w:r>
      <w:r>
        <w:rPr>
          <w:sz w:val="22"/>
          <w:szCs w:val="22"/>
        </w:rPr>
        <w:t>HGV safety assessment is based on a rating system of</w:t>
      </w:r>
      <w:r w:rsidR="00AE6D46" w:rsidRPr="006C66B3">
        <w:rPr>
          <w:sz w:val="22"/>
          <w:szCs w:val="22"/>
        </w:rPr>
        <w:t xml:space="preserve"> </w:t>
      </w:r>
      <w:r w:rsidR="003C6007" w:rsidRPr="006C66B3">
        <w:rPr>
          <w:sz w:val="22"/>
          <w:szCs w:val="22"/>
        </w:rPr>
        <w:t>1</w:t>
      </w:r>
      <w:r w:rsidR="00AE6D46" w:rsidRPr="006C66B3">
        <w:rPr>
          <w:sz w:val="22"/>
          <w:szCs w:val="22"/>
        </w:rPr>
        <w:t xml:space="preserve"> </w:t>
      </w:r>
      <w:r>
        <w:rPr>
          <w:sz w:val="22"/>
          <w:szCs w:val="22"/>
        </w:rPr>
        <w:t>to</w:t>
      </w:r>
      <w:r w:rsidR="00AE6D46" w:rsidRPr="006C66B3">
        <w:rPr>
          <w:sz w:val="22"/>
          <w:szCs w:val="22"/>
        </w:rPr>
        <w:t xml:space="preserve"> </w:t>
      </w:r>
      <w:r w:rsidR="00944F9F" w:rsidRPr="006C66B3">
        <w:rPr>
          <w:sz w:val="22"/>
          <w:szCs w:val="22"/>
        </w:rPr>
        <w:t>5</w:t>
      </w:r>
      <w:r w:rsidR="00AE6D46" w:rsidRPr="006C66B3">
        <w:rPr>
          <w:sz w:val="22"/>
          <w:szCs w:val="22"/>
        </w:rPr>
        <w:t xml:space="preserve"> </w:t>
      </w:r>
      <w:r>
        <w:rPr>
          <w:sz w:val="22"/>
          <w:szCs w:val="22"/>
        </w:rPr>
        <w:t>stars and covers three key areas</w:t>
      </w:r>
      <w:r w:rsidR="00AE6D46" w:rsidRPr="006C66B3">
        <w:rPr>
          <w:sz w:val="22"/>
          <w:szCs w:val="22"/>
        </w:rPr>
        <w:t>:</w:t>
      </w:r>
    </w:p>
    <w:p w14:paraId="1C01D761" w14:textId="659569A5" w:rsidR="000C36DF" w:rsidRPr="006C66B3" w:rsidRDefault="00EC5210" w:rsidP="00EC5210">
      <w:pPr>
        <w:spacing w:line="276" w:lineRule="auto"/>
        <w:rPr>
          <w:sz w:val="22"/>
          <w:szCs w:val="22"/>
        </w:rPr>
      </w:pPr>
      <w:r w:rsidRPr="006C66B3">
        <w:rPr>
          <w:i/>
          <w:iCs/>
          <w:sz w:val="22"/>
          <w:szCs w:val="22"/>
        </w:rPr>
        <w:t xml:space="preserve">- </w:t>
      </w:r>
      <w:r w:rsidR="00C57AAC">
        <w:rPr>
          <w:i/>
          <w:iCs/>
          <w:sz w:val="22"/>
          <w:szCs w:val="22"/>
        </w:rPr>
        <w:t>Safe driving</w:t>
      </w:r>
      <w:r w:rsidR="000C36DF" w:rsidRPr="006C66B3">
        <w:rPr>
          <w:sz w:val="22"/>
          <w:szCs w:val="22"/>
        </w:rPr>
        <w:t xml:space="preserve">: </w:t>
      </w:r>
      <w:r w:rsidR="00C57AAC">
        <w:rPr>
          <w:sz w:val="22"/>
          <w:szCs w:val="22"/>
        </w:rPr>
        <w:t xml:space="preserve">assessment of </w:t>
      </w:r>
      <w:r w:rsidR="00467D14">
        <w:rPr>
          <w:sz w:val="22"/>
          <w:szCs w:val="22"/>
        </w:rPr>
        <w:t>o</w:t>
      </w:r>
      <w:r w:rsidR="00467D14" w:rsidRPr="00467D14">
        <w:rPr>
          <w:sz w:val="22"/>
          <w:szCs w:val="22"/>
        </w:rPr>
        <w:t>ccupant monitoring, driver engagement, vision (both direct and indirect) and vehicle assistance</w:t>
      </w:r>
      <w:r w:rsidR="000C36DF" w:rsidRPr="006C66B3">
        <w:rPr>
          <w:sz w:val="22"/>
          <w:szCs w:val="22"/>
        </w:rPr>
        <w:t>.</w:t>
      </w:r>
    </w:p>
    <w:p w14:paraId="0DB06A60" w14:textId="7C773C86" w:rsidR="000C36DF" w:rsidRPr="006C66B3" w:rsidRDefault="00EC5210" w:rsidP="00EC5210">
      <w:pPr>
        <w:spacing w:line="276" w:lineRule="auto"/>
        <w:rPr>
          <w:sz w:val="22"/>
          <w:szCs w:val="22"/>
        </w:rPr>
      </w:pPr>
      <w:r w:rsidRPr="006C66B3">
        <w:rPr>
          <w:i/>
          <w:iCs/>
          <w:sz w:val="22"/>
          <w:szCs w:val="22"/>
        </w:rPr>
        <w:t xml:space="preserve">- </w:t>
      </w:r>
      <w:r w:rsidR="00C57AAC">
        <w:rPr>
          <w:i/>
          <w:iCs/>
          <w:sz w:val="22"/>
          <w:szCs w:val="22"/>
        </w:rPr>
        <w:t>C</w:t>
      </w:r>
      <w:r w:rsidR="000C36DF" w:rsidRPr="006C66B3">
        <w:rPr>
          <w:i/>
          <w:iCs/>
          <w:sz w:val="22"/>
          <w:szCs w:val="22"/>
        </w:rPr>
        <w:t>ollision</w:t>
      </w:r>
      <w:r w:rsidR="00C57AAC">
        <w:rPr>
          <w:i/>
          <w:iCs/>
          <w:sz w:val="22"/>
          <w:szCs w:val="22"/>
        </w:rPr>
        <w:t xml:space="preserve"> avoidance</w:t>
      </w:r>
      <w:r w:rsidR="000C36DF" w:rsidRPr="006C66B3">
        <w:rPr>
          <w:sz w:val="22"/>
          <w:szCs w:val="22"/>
        </w:rPr>
        <w:t xml:space="preserve">: </w:t>
      </w:r>
      <w:r w:rsidR="00C57AAC">
        <w:rPr>
          <w:sz w:val="22"/>
          <w:szCs w:val="22"/>
        </w:rPr>
        <w:t xml:space="preserve">assessment of the management of frontal collisions </w:t>
      </w:r>
      <w:r w:rsidR="00BE4B83" w:rsidRPr="00BE4B83">
        <w:rPr>
          <w:sz w:val="22"/>
          <w:szCs w:val="22"/>
        </w:rPr>
        <w:t>(car, pedestrian and cyclist), lane-change collisions, low speed maneuvering</w:t>
      </w:r>
      <w:r w:rsidR="00BE4B83">
        <w:rPr>
          <w:sz w:val="22"/>
          <w:szCs w:val="22"/>
        </w:rPr>
        <w:t>.</w:t>
      </w:r>
    </w:p>
    <w:p w14:paraId="43ED98F3" w14:textId="520ED855" w:rsidR="000C36DF" w:rsidRDefault="00EC5210" w:rsidP="00EC5210">
      <w:pPr>
        <w:spacing w:line="276" w:lineRule="auto"/>
        <w:rPr>
          <w:sz w:val="22"/>
          <w:szCs w:val="22"/>
        </w:rPr>
      </w:pPr>
      <w:r w:rsidRPr="006C66B3">
        <w:rPr>
          <w:i/>
          <w:iCs/>
          <w:sz w:val="22"/>
          <w:szCs w:val="22"/>
        </w:rPr>
        <w:t xml:space="preserve">- </w:t>
      </w:r>
      <w:r w:rsidR="00C57AAC">
        <w:rPr>
          <w:i/>
          <w:iCs/>
          <w:sz w:val="22"/>
          <w:szCs w:val="22"/>
        </w:rPr>
        <w:t>P</w:t>
      </w:r>
      <w:r w:rsidR="000C36DF" w:rsidRPr="006C66B3">
        <w:rPr>
          <w:i/>
          <w:iCs/>
          <w:sz w:val="22"/>
          <w:szCs w:val="22"/>
        </w:rPr>
        <w:t>ost-accident</w:t>
      </w:r>
      <w:r w:rsidR="00C57AAC">
        <w:rPr>
          <w:i/>
          <w:iCs/>
          <w:sz w:val="22"/>
          <w:szCs w:val="22"/>
        </w:rPr>
        <w:t xml:space="preserve"> systems</w:t>
      </w:r>
      <w:r w:rsidR="000C36DF" w:rsidRPr="006C66B3">
        <w:rPr>
          <w:sz w:val="22"/>
          <w:szCs w:val="22"/>
        </w:rPr>
        <w:t xml:space="preserve">: </w:t>
      </w:r>
      <w:r w:rsidR="00BC0619">
        <w:rPr>
          <w:sz w:val="22"/>
          <w:szCs w:val="22"/>
        </w:rPr>
        <w:t xml:space="preserve">assessment of </w:t>
      </w:r>
      <w:r w:rsidR="00E774FA">
        <w:rPr>
          <w:sz w:val="22"/>
          <w:szCs w:val="22"/>
        </w:rPr>
        <w:t>rescue information.</w:t>
      </w:r>
    </w:p>
    <w:p w14:paraId="25F5E44B" w14:textId="77777777" w:rsidR="00872602" w:rsidRDefault="00872602" w:rsidP="00EC5210">
      <w:pPr>
        <w:spacing w:line="276" w:lineRule="auto"/>
        <w:rPr>
          <w:sz w:val="22"/>
          <w:szCs w:val="22"/>
        </w:rPr>
      </w:pPr>
    </w:p>
    <w:p w14:paraId="3785C561" w14:textId="77777777" w:rsidR="00872602" w:rsidRDefault="00872602" w:rsidP="00EC5210">
      <w:pPr>
        <w:spacing w:line="276" w:lineRule="auto"/>
        <w:rPr>
          <w:sz w:val="22"/>
          <w:szCs w:val="22"/>
        </w:rPr>
      </w:pPr>
    </w:p>
    <w:p w14:paraId="2976ACCF" w14:textId="77777777" w:rsidR="00E774FA" w:rsidRPr="006C66B3" w:rsidRDefault="00E774FA" w:rsidP="00EC5210">
      <w:pPr>
        <w:spacing w:line="276" w:lineRule="auto"/>
        <w:rPr>
          <w:sz w:val="22"/>
          <w:szCs w:val="22"/>
        </w:rPr>
      </w:pPr>
    </w:p>
    <w:p w14:paraId="42740B97" w14:textId="6E7F738A" w:rsidR="00EC5210" w:rsidRPr="006C66B3" w:rsidRDefault="00EC5210" w:rsidP="00EC5210">
      <w:pPr>
        <w:pStyle w:val="ListParagraph"/>
        <w:numPr>
          <w:ilvl w:val="0"/>
          <w:numId w:val="31"/>
        </w:numPr>
        <w:spacing w:line="276" w:lineRule="auto"/>
        <w:rPr>
          <w:b/>
          <w:bCs/>
          <w:sz w:val="22"/>
          <w:szCs w:val="22"/>
        </w:rPr>
      </w:pPr>
      <w:r w:rsidRPr="006C66B3">
        <w:rPr>
          <w:b/>
          <w:bCs/>
          <w:sz w:val="22"/>
          <w:szCs w:val="22"/>
        </w:rPr>
        <w:lastRenderedPageBreak/>
        <w:t xml:space="preserve">4 </w:t>
      </w:r>
      <w:r w:rsidR="00271305">
        <w:rPr>
          <w:b/>
          <w:bCs/>
          <w:sz w:val="22"/>
          <w:szCs w:val="22"/>
        </w:rPr>
        <w:t>s</w:t>
      </w:r>
      <w:r w:rsidRPr="006C66B3">
        <w:rPr>
          <w:b/>
          <w:bCs/>
          <w:sz w:val="22"/>
          <w:szCs w:val="22"/>
        </w:rPr>
        <w:t>t</w:t>
      </w:r>
      <w:r w:rsidR="00271305">
        <w:rPr>
          <w:b/>
          <w:bCs/>
          <w:sz w:val="22"/>
          <w:szCs w:val="22"/>
        </w:rPr>
        <w:t>ar</w:t>
      </w:r>
      <w:r w:rsidRPr="006C66B3">
        <w:rPr>
          <w:b/>
          <w:bCs/>
          <w:sz w:val="22"/>
          <w:szCs w:val="22"/>
        </w:rPr>
        <w:t xml:space="preserve">s </w:t>
      </w:r>
      <w:r w:rsidR="00271305">
        <w:rPr>
          <w:b/>
          <w:bCs/>
          <w:sz w:val="22"/>
          <w:szCs w:val="22"/>
        </w:rPr>
        <w:t>and an overall score of</w:t>
      </w:r>
      <w:r w:rsidRPr="006C66B3">
        <w:rPr>
          <w:b/>
          <w:bCs/>
          <w:sz w:val="22"/>
          <w:szCs w:val="22"/>
        </w:rPr>
        <w:t xml:space="preserve"> 74% </w:t>
      </w:r>
      <w:r w:rsidR="00271305">
        <w:rPr>
          <w:b/>
          <w:bCs/>
          <w:sz w:val="22"/>
          <w:szCs w:val="22"/>
        </w:rPr>
        <w:t>for the</w:t>
      </w:r>
      <w:r w:rsidRPr="006C66B3">
        <w:rPr>
          <w:b/>
          <w:bCs/>
          <w:sz w:val="22"/>
          <w:szCs w:val="22"/>
        </w:rPr>
        <w:t xml:space="preserve"> Renault Trucks T</w:t>
      </w:r>
    </w:p>
    <w:p w14:paraId="423D4F85" w14:textId="77777777" w:rsidR="00EC5210" w:rsidRPr="006C66B3" w:rsidRDefault="00EC5210" w:rsidP="000C36DF">
      <w:pPr>
        <w:spacing w:line="276" w:lineRule="auto"/>
        <w:rPr>
          <w:sz w:val="22"/>
          <w:szCs w:val="22"/>
        </w:rPr>
      </w:pPr>
    </w:p>
    <w:p w14:paraId="5F9B2954" w14:textId="62798B9A" w:rsidR="00AE6D46" w:rsidRPr="006C66B3" w:rsidRDefault="00A01DED" w:rsidP="512E69E8">
      <w:pPr>
        <w:spacing w:line="276" w:lineRule="auto"/>
        <w:rPr>
          <w:sz w:val="22"/>
          <w:szCs w:val="22"/>
        </w:rPr>
      </w:pPr>
      <w:r>
        <w:rPr>
          <w:sz w:val="22"/>
          <w:szCs w:val="22"/>
        </w:rPr>
        <w:t>The</w:t>
      </w:r>
      <w:r w:rsidR="0011431C" w:rsidRPr="006C66B3">
        <w:rPr>
          <w:sz w:val="22"/>
          <w:szCs w:val="22"/>
        </w:rPr>
        <w:t xml:space="preserve"> Renault Trucks T </w:t>
      </w:r>
      <w:r>
        <w:rPr>
          <w:sz w:val="22"/>
          <w:szCs w:val="22"/>
        </w:rPr>
        <w:t xml:space="preserve">achieved a solid result with </w:t>
      </w:r>
      <w:r w:rsidR="0037263B">
        <w:rPr>
          <w:sz w:val="22"/>
          <w:szCs w:val="22"/>
        </w:rPr>
        <w:t>4 stars</w:t>
      </w:r>
      <w:r w:rsidR="00A12678" w:rsidRPr="006C66B3">
        <w:rPr>
          <w:rStyle w:val="FootnoteReference"/>
        </w:rPr>
        <w:footnoteReference w:id="2"/>
      </w:r>
      <w:r w:rsidR="00931882" w:rsidRPr="006C66B3">
        <w:rPr>
          <w:sz w:val="22"/>
          <w:szCs w:val="22"/>
        </w:rPr>
        <w:t xml:space="preserve"> </w:t>
      </w:r>
      <w:r w:rsidR="0037263B">
        <w:rPr>
          <w:sz w:val="22"/>
          <w:szCs w:val="22"/>
        </w:rPr>
        <w:t>and a</w:t>
      </w:r>
      <w:r w:rsidR="00931882" w:rsidRPr="006C66B3">
        <w:rPr>
          <w:sz w:val="22"/>
          <w:szCs w:val="22"/>
        </w:rPr>
        <w:t xml:space="preserve"> </w:t>
      </w:r>
      <w:r w:rsidR="000C36DF" w:rsidRPr="006C66B3">
        <w:rPr>
          <w:sz w:val="22"/>
          <w:szCs w:val="22"/>
        </w:rPr>
        <w:t>total</w:t>
      </w:r>
      <w:r w:rsidR="00931882" w:rsidRPr="006C66B3">
        <w:rPr>
          <w:sz w:val="22"/>
          <w:szCs w:val="22"/>
        </w:rPr>
        <w:t xml:space="preserve"> </w:t>
      </w:r>
      <w:r w:rsidR="0037263B">
        <w:rPr>
          <w:sz w:val="22"/>
          <w:szCs w:val="22"/>
        </w:rPr>
        <w:t>score of</w:t>
      </w:r>
      <w:r w:rsidR="00931882" w:rsidRPr="006C66B3">
        <w:rPr>
          <w:sz w:val="22"/>
          <w:szCs w:val="22"/>
        </w:rPr>
        <w:t xml:space="preserve"> 7</w:t>
      </w:r>
      <w:r w:rsidR="006B5B4C" w:rsidRPr="006C66B3">
        <w:rPr>
          <w:sz w:val="22"/>
          <w:szCs w:val="22"/>
        </w:rPr>
        <w:t>4</w:t>
      </w:r>
      <w:r w:rsidR="00931882" w:rsidRPr="006C66B3">
        <w:rPr>
          <w:sz w:val="22"/>
          <w:szCs w:val="22"/>
        </w:rPr>
        <w:t>%</w:t>
      </w:r>
      <w:r w:rsidR="00AE2241" w:rsidRPr="006C66B3">
        <w:rPr>
          <w:sz w:val="22"/>
          <w:szCs w:val="22"/>
        </w:rPr>
        <w:t xml:space="preserve">, </w:t>
      </w:r>
      <w:r w:rsidR="0037263B">
        <w:rPr>
          <w:sz w:val="22"/>
          <w:szCs w:val="22"/>
        </w:rPr>
        <w:t>which breaks down as follows</w:t>
      </w:r>
      <w:r w:rsidR="00AE2241" w:rsidRPr="006C66B3">
        <w:rPr>
          <w:sz w:val="22"/>
          <w:szCs w:val="22"/>
        </w:rPr>
        <w:t>:</w:t>
      </w:r>
      <w:r w:rsidR="000C36DF" w:rsidRPr="006C66B3">
        <w:rPr>
          <w:sz w:val="22"/>
          <w:szCs w:val="22"/>
        </w:rPr>
        <w:t xml:space="preserve"> </w:t>
      </w:r>
      <w:r w:rsidR="0037263B">
        <w:rPr>
          <w:sz w:val="22"/>
          <w:szCs w:val="22"/>
        </w:rPr>
        <w:t>Safe driving –</w:t>
      </w:r>
      <w:r w:rsidR="00AE6D46" w:rsidRPr="006C66B3">
        <w:rPr>
          <w:sz w:val="22"/>
          <w:szCs w:val="22"/>
        </w:rPr>
        <w:t xml:space="preserve"> </w:t>
      </w:r>
      <w:r w:rsidR="00AE2241" w:rsidRPr="006C66B3">
        <w:rPr>
          <w:sz w:val="22"/>
          <w:szCs w:val="22"/>
        </w:rPr>
        <w:t>7</w:t>
      </w:r>
      <w:r w:rsidR="00931B78" w:rsidRPr="006C66B3">
        <w:rPr>
          <w:sz w:val="22"/>
          <w:szCs w:val="22"/>
        </w:rPr>
        <w:t>2</w:t>
      </w:r>
      <w:r w:rsidR="00AE2241" w:rsidRPr="006C66B3">
        <w:rPr>
          <w:sz w:val="22"/>
          <w:szCs w:val="22"/>
        </w:rPr>
        <w:t>%</w:t>
      </w:r>
      <w:r w:rsidR="000C36DF" w:rsidRPr="006C66B3">
        <w:rPr>
          <w:sz w:val="22"/>
          <w:szCs w:val="22"/>
        </w:rPr>
        <w:t xml:space="preserve">; </w:t>
      </w:r>
      <w:r w:rsidR="0037263B">
        <w:rPr>
          <w:sz w:val="22"/>
          <w:szCs w:val="22"/>
        </w:rPr>
        <w:t>C</w:t>
      </w:r>
      <w:r w:rsidR="00AE6D46" w:rsidRPr="006C66B3">
        <w:rPr>
          <w:sz w:val="22"/>
          <w:szCs w:val="22"/>
        </w:rPr>
        <w:t>ollision</w:t>
      </w:r>
      <w:r w:rsidR="0037263B">
        <w:rPr>
          <w:sz w:val="22"/>
          <w:szCs w:val="22"/>
        </w:rPr>
        <w:t xml:space="preserve"> avoidance –</w:t>
      </w:r>
      <w:r w:rsidR="00AE2241" w:rsidRPr="006C66B3">
        <w:rPr>
          <w:sz w:val="22"/>
          <w:szCs w:val="22"/>
        </w:rPr>
        <w:t xml:space="preserve"> </w:t>
      </w:r>
      <w:r w:rsidR="00931B78" w:rsidRPr="006C66B3">
        <w:rPr>
          <w:sz w:val="22"/>
          <w:szCs w:val="22"/>
        </w:rPr>
        <w:t>70</w:t>
      </w:r>
      <w:r w:rsidR="00AE2241" w:rsidRPr="006C66B3">
        <w:rPr>
          <w:sz w:val="22"/>
          <w:szCs w:val="22"/>
        </w:rPr>
        <w:t>%</w:t>
      </w:r>
      <w:r w:rsidR="0037263B">
        <w:rPr>
          <w:sz w:val="22"/>
          <w:szCs w:val="22"/>
        </w:rPr>
        <w:t>;</w:t>
      </w:r>
      <w:r w:rsidR="00AE2241" w:rsidRPr="006C66B3">
        <w:rPr>
          <w:sz w:val="22"/>
          <w:szCs w:val="22"/>
        </w:rPr>
        <w:t xml:space="preserve"> </w:t>
      </w:r>
      <w:r w:rsidR="0037263B">
        <w:rPr>
          <w:sz w:val="22"/>
          <w:szCs w:val="22"/>
        </w:rPr>
        <w:t>P</w:t>
      </w:r>
      <w:r w:rsidR="00AE6D46" w:rsidRPr="006C66B3">
        <w:rPr>
          <w:sz w:val="22"/>
          <w:szCs w:val="22"/>
        </w:rPr>
        <w:t>ost-accident</w:t>
      </w:r>
      <w:r w:rsidR="0037263B">
        <w:rPr>
          <w:sz w:val="22"/>
          <w:szCs w:val="22"/>
        </w:rPr>
        <w:t xml:space="preserve"> systems</w:t>
      </w:r>
      <w:r w:rsidR="00AE6D46" w:rsidRPr="006C66B3">
        <w:rPr>
          <w:sz w:val="22"/>
          <w:szCs w:val="22"/>
        </w:rPr>
        <w:t xml:space="preserve"> </w:t>
      </w:r>
      <w:r w:rsidR="0037263B">
        <w:rPr>
          <w:sz w:val="22"/>
          <w:szCs w:val="22"/>
        </w:rPr>
        <w:t>–</w:t>
      </w:r>
      <w:r w:rsidR="00AE6D46" w:rsidRPr="006C66B3">
        <w:rPr>
          <w:sz w:val="22"/>
          <w:szCs w:val="22"/>
        </w:rPr>
        <w:t xml:space="preserve"> </w:t>
      </w:r>
      <w:r w:rsidR="00AE2241" w:rsidRPr="006C66B3">
        <w:rPr>
          <w:sz w:val="22"/>
          <w:szCs w:val="22"/>
        </w:rPr>
        <w:t>80%</w:t>
      </w:r>
      <w:r w:rsidR="0037263B">
        <w:rPr>
          <w:sz w:val="22"/>
          <w:szCs w:val="22"/>
        </w:rPr>
        <w:t>.</w:t>
      </w:r>
    </w:p>
    <w:p w14:paraId="02242A94" w14:textId="77777777" w:rsidR="000B1F5B" w:rsidRPr="006C66B3" w:rsidRDefault="000B1F5B" w:rsidP="00D96549">
      <w:pPr>
        <w:spacing w:line="276" w:lineRule="auto"/>
        <w:rPr>
          <w:sz w:val="22"/>
          <w:szCs w:val="22"/>
        </w:rPr>
      </w:pPr>
    </w:p>
    <w:p w14:paraId="04BFAF66" w14:textId="422C1807" w:rsidR="007622A9" w:rsidRPr="006C66B3" w:rsidRDefault="008663CB" w:rsidP="00D96549">
      <w:pPr>
        <w:spacing w:line="276" w:lineRule="auto"/>
        <w:rPr>
          <w:sz w:val="22"/>
          <w:szCs w:val="22"/>
        </w:rPr>
      </w:pPr>
      <w:r>
        <w:rPr>
          <w:sz w:val="22"/>
          <w:szCs w:val="22"/>
        </w:rPr>
        <w:t>This result places</w:t>
      </w:r>
      <w:r w:rsidR="00615F9C" w:rsidRPr="006C66B3">
        <w:rPr>
          <w:sz w:val="22"/>
          <w:szCs w:val="22"/>
        </w:rPr>
        <w:t xml:space="preserve"> Renault Trucks </w:t>
      </w:r>
      <w:r>
        <w:rPr>
          <w:sz w:val="22"/>
          <w:szCs w:val="22"/>
        </w:rPr>
        <w:t xml:space="preserve">among the most engaged </w:t>
      </w:r>
      <w:r w:rsidRPr="008663CB">
        <w:rPr>
          <w:sz w:val="22"/>
          <w:szCs w:val="22"/>
        </w:rPr>
        <w:t>manufacturer</w:t>
      </w:r>
      <w:r>
        <w:rPr>
          <w:sz w:val="22"/>
          <w:szCs w:val="22"/>
        </w:rPr>
        <w:t>s in the area of safety</w:t>
      </w:r>
      <w:r w:rsidR="00615F9C" w:rsidRPr="006C66B3">
        <w:rPr>
          <w:sz w:val="22"/>
          <w:szCs w:val="22"/>
        </w:rPr>
        <w:t xml:space="preserve">. </w:t>
      </w:r>
      <w:r w:rsidR="00D83514">
        <w:rPr>
          <w:sz w:val="22"/>
          <w:szCs w:val="22"/>
        </w:rPr>
        <w:t xml:space="preserve">In its assessment, </w:t>
      </w:r>
      <w:r w:rsidR="007622A9" w:rsidRPr="006C66B3">
        <w:rPr>
          <w:sz w:val="22"/>
          <w:szCs w:val="22"/>
        </w:rPr>
        <w:t xml:space="preserve">Euro NCAP </w:t>
      </w:r>
      <w:r w:rsidR="00D83514" w:rsidRPr="00357B2B">
        <w:rPr>
          <w:sz w:val="22"/>
          <w:szCs w:val="22"/>
        </w:rPr>
        <w:t>praised the</w:t>
      </w:r>
      <w:r w:rsidR="0091020D" w:rsidRPr="00357B2B">
        <w:rPr>
          <w:sz w:val="22"/>
          <w:szCs w:val="22"/>
        </w:rPr>
        <w:t xml:space="preserve"> </w:t>
      </w:r>
      <w:r w:rsidR="002B4202" w:rsidRPr="00357B2B">
        <w:rPr>
          <w:sz w:val="22"/>
          <w:szCs w:val="22"/>
        </w:rPr>
        <w:t>strong</w:t>
      </w:r>
      <w:r w:rsidR="007622A9" w:rsidRPr="00357B2B">
        <w:rPr>
          <w:sz w:val="22"/>
          <w:szCs w:val="22"/>
        </w:rPr>
        <w:t xml:space="preserve"> 4</w:t>
      </w:r>
      <w:r w:rsidR="00D83514" w:rsidRPr="00357B2B">
        <w:rPr>
          <w:sz w:val="22"/>
          <w:szCs w:val="22"/>
        </w:rPr>
        <w:t>-s</w:t>
      </w:r>
      <w:r w:rsidR="007622A9" w:rsidRPr="00357B2B">
        <w:rPr>
          <w:sz w:val="22"/>
          <w:szCs w:val="22"/>
        </w:rPr>
        <w:t>t</w:t>
      </w:r>
      <w:r w:rsidR="00D83514" w:rsidRPr="00357B2B">
        <w:rPr>
          <w:sz w:val="22"/>
          <w:szCs w:val="22"/>
        </w:rPr>
        <w:t xml:space="preserve">ar rating </w:t>
      </w:r>
      <w:r w:rsidR="00B02E18" w:rsidRPr="00357B2B">
        <w:rPr>
          <w:sz w:val="22"/>
          <w:szCs w:val="22"/>
        </w:rPr>
        <w:t>of</w:t>
      </w:r>
      <w:r w:rsidR="00D83514" w:rsidRPr="00357B2B">
        <w:rPr>
          <w:sz w:val="22"/>
          <w:szCs w:val="22"/>
        </w:rPr>
        <w:t xml:space="preserve"> the</w:t>
      </w:r>
      <w:r w:rsidR="007622A9" w:rsidRPr="00357B2B">
        <w:rPr>
          <w:sz w:val="22"/>
          <w:szCs w:val="22"/>
        </w:rPr>
        <w:t xml:space="preserve"> Renault Trucks T, </w:t>
      </w:r>
      <w:r w:rsidR="00357B2B">
        <w:rPr>
          <w:sz w:val="22"/>
          <w:szCs w:val="22"/>
        </w:rPr>
        <w:t>largely due to the high</w:t>
      </w:r>
      <w:r w:rsidR="00D83514" w:rsidRPr="00357B2B">
        <w:rPr>
          <w:sz w:val="22"/>
          <w:szCs w:val="22"/>
        </w:rPr>
        <w:t xml:space="preserve"> quality of its advanced driving assistance systems</w:t>
      </w:r>
      <w:r w:rsidR="007622A9" w:rsidRPr="00357B2B">
        <w:rPr>
          <w:sz w:val="22"/>
          <w:szCs w:val="22"/>
        </w:rPr>
        <w:t xml:space="preserve">, </w:t>
      </w:r>
      <w:r w:rsidR="00D83514" w:rsidRPr="00357B2B">
        <w:rPr>
          <w:sz w:val="22"/>
          <w:szCs w:val="22"/>
        </w:rPr>
        <w:t>offering a high level of safety right from the</w:t>
      </w:r>
      <w:r w:rsidR="007622A9" w:rsidRPr="00357B2B">
        <w:rPr>
          <w:sz w:val="22"/>
          <w:szCs w:val="22"/>
        </w:rPr>
        <w:t xml:space="preserve"> standard</w:t>
      </w:r>
      <w:r w:rsidR="00D83514" w:rsidRPr="00357B2B">
        <w:rPr>
          <w:sz w:val="22"/>
          <w:szCs w:val="22"/>
        </w:rPr>
        <w:t xml:space="preserve"> configuration</w:t>
      </w:r>
      <w:r w:rsidR="007622A9" w:rsidRPr="00357B2B">
        <w:rPr>
          <w:sz w:val="22"/>
          <w:szCs w:val="22"/>
        </w:rPr>
        <w:t>.</w:t>
      </w:r>
    </w:p>
    <w:p w14:paraId="46A4CAC7" w14:textId="77777777" w:rsidR="00D546DA" w:rsidRPr="006C66B3" w:rsidRDefault="00D546DA" w:rsidP="00D96549">
      <w:pPr>
        <w:spacing w:line="276" w:lineRule="auto"/>
        <w:rPr>
          <w:sz w:val="22"/>
          <w:szCs w:val="22"/>
        </w:rPr>
      </w:pPr>
    </w:p>
    <w:p w14:paraId="1FA37DEA" w14:textId="77777777" w:rsidR="00934530" w:rsidRPr="006C66B3" w:rsidRDefault="00934530" w:rsidP="00D96549">
      <w:pPr>
        <w:spacing w:line="276" w:lineRule="auto"/>
        <w:rPr>
          <w:sz w:val="22"/>
          <w:szCs w:val="22"/>
        </w:rPr>
      </w:pPr>
    </w:p>
    <w:p w14:paraId="769134AE" w14:textId="019CC452" w:rsidR="00B83B2D" w:rsidRPr="006C66B3" w:rsidRDefault="000077A7" w:rsidP="00B83B2D">
      <w:pPr>
        <w:pStyle w:val="ListParagraph"/>
        <w:numPr>
          <w:ilvl w:val="0"/>
          <w:numId w:val="31"/>
        </w:numPr>
        <w:spacing w:line="276" w:lineRule="auto"/>
        <w:rPr>
          <w:sz w:val="22"/>
          <w:szCs w:val="22"/>
        </w:rPr>
      </w:pPr>
      <w:r>
        <w:rPr>
          <w:b/>
          <w:bCs/>
          <w:sz w:val="22"/>
          <w:szCs w:val="22"/>
        </w:rPr>
        <w:t xml:space="preserve">Advanced systems for </w:t>
      </w:r>
      <w:r w:rsidR="00587852">
        <w:rPr>
          <w:b/>
          <w:bCs/>
          <w:sz w:val="22"/>
          <w:szCs w:val="22"/>
        </w:rPr>
        <w:t>safe</w:t>
      </w:r>
      <w:r>
        <w:rPr>
          <w:b/>
          <w:bCs/>
          <w:sz w:val="22"/>
          <w:szCs w:val="22"/>
        </w:rPr>
        <w:t xml:space="preserve"> driving</w:t>
      </w:r>
      <w:r w:rsidR="00D76C92" w:rsidRPr="006C66B3">
        <w:rPr>
          <w:sz w:val="22"/>
          <w:szCs w:val="22"/>
        </w:rPr>
        <w:br/>
      </w:r>
    </w:p>
    <w:p w14:paraId="01D26054" w14:textId="3FF59995" w:rsidR="00934530" w:rsidRPr="006C66B3" w:rsidRDefault="00490194" w:rsidP="00AD3B11">
      <w:pPr>
        <w:spacing w:line="276" w:lineRule="auto"/>
        <w:rPr>
          <w:sz w:val="22"/>
          <w:szCs w:val="22"/>
        </w:rPr>
      </w:pPr>
      <w:r>
        <w:rPr>
          <w:sz w:val="22"/>
          <w:szCs w:val="22"/>
        </w:rPr>
        <w:t>The</w:t>
      </w:r>
      <w:r w:rsidR="00D76C92" w:rsidRPr="006C66B3">
        <w:rPr>
          <w:sz w:val="22"/>
          <w:szCs w:val="22"/>
        </w:rPr>
        <w:t xml:space="preserve"> Renault Trucks T </w:t>
      </w:r>
      <w:r>
        <w:rPr>
          <w:sz w:val="22"/>
          <w:szCs w:val="22"/>
        </w:rPr>
        <w:t xml:space="preserve">is fitted with driving assistance systems </w:t>
      </w:r>
      <w:r w:rsidR="00462005">
        <w:rPr>
          <w:sz w:val="22"/>
          <w:szCs w:val="22"/>
        </w:rPr>
        <w:t>that provide a high level of</w:t>
      </w:r>
      <w:r>
        <w:rPr>
          <w:sz w:val="22"/>
          <w:szCs w:val="22"/>
        </w:rPr>
        <w:t xml:space="preserve"> safety </w:t>
      </w:r>
      <w:r w:rsidR="00462005">
        <w:rPr>
          <w:sz w:val="22"/>
          <w:szCs w:val="22"/>
        </w:rPr>
        <w:t>for</w:t>
      </w:r>
      <w:r>
        <w:rPr>
          <w:sz w:val="22"/>
          <w:szCs w:val="22"/>
        </w:rPr>
        <w:t xml:space="preserve"> the driver and other road users</w:t>
      </w:r>
      <w:r w:rsidR="00D76C92" w:rsidRPr="006C66B3">
        <w:rPr>
          <w:sz w:val="22"/>
          <w:szCs w:val="22"/>
        </w:rPr>
        <w:t>.</w:t>
      </w:r>
    </w:p>
    <w:p w14:paraId="0507A6C3" w14:textId="77777777" w:rsidR="00934530" w:rsidRPr="006C66B3" w:rsidRDefault="00934530" w:rsidP="00AD3B11">
      <w:pPr>
        <w:spacing w:line="276" w:lineRule="auto"/>
        <w:rPr>
          <w:sz w:val="22"/>
          <w:szCs w:val="22"/>
        </w:rPr>
      </w:pPr>
    </w:p>
    <w:p w14:paraId="2FE73548" w14:textId="381F89C1" w:rsidR="00F144CC" w:rsidRPr="006C66B3" w:rsidRDefault="008801F6" w:rsidP="00AD3B11">
      <w:pPr>
        <w:spacing w:line="276" w:lineRule="auto"/>
        <w:rPr>
          <w:sz w:val="22"/>
          <w:szCs w:val="22"/>
        </w:rPr>
      </w:pPr>
      <w:r>
        <w:rPr>
          <w:sz w:val="22"/>
          <w:szCs w:val="22"/>
        </w:rPr>
        <w:t>These systems include radars that detect the presence of vulnerable users all around the vehicle</w:t>
      </w:r>
      <w:r w:rsidR="00D76C92" w:rsidRPr="006C66B3">
        <w:rPr>
          <w:sz w:val="22"/>
          <w:szCs w:val="22"/>
        </w:rPr>
        <w:t xml:space="preserve">, </w:t>
      </w:r>
      <w:r w:rsidR="00725956">
        <w:rPr>
          <w:sz w:val="22"/>
          <w:szCs w:val="22"/>
        </w:rPr>
        <w:t>t</w:t>
      </w:r>
      <w:r>
        <w:rPr>
          <w:sz w:val="22"/>
          <w:szCs w:val="22"/>
        </w:rPr>
        <w:t>rigger</w:t>
      </w:r>
      <w:r w:rsidR="00725956">
        <w:rPr>
          <w:sz w:val="22"/>
          <w:szCs w:val="22"/>
        </w:rPr>
        <w:t>ing</w:t>
      </w:r>
      <w:r>
        <w:rPr>
          <w:sz w:val="22"/>
          <w:szCs w:val="22"/>
        </w:rPr>
        <w:t xml:space="preserve"> </w:t>
      </w:r>
      <w:r w:rsidRPr="008801F6">
        <w:rPr>
          <w:sz w:val="22"/>
          <w:szCs w:val="22"/>
        </w:rPr>
        <w:t>audible and visible alerts</w:t>
      </w:r>
      <w:r w:rsidR="00D76C92" w:rsidRPr="006C66B3">
        <w:rPr>
          <w:sz w:val="22"/>
          <w:szCs w:val="22"/>
        </w:rPr>
        <w:t xml:space="preserve">, </w:t>
      </w:r>
      <w:r>
        <w:rPr>
          <w:sz w:val="22"/>
          <w:szCs w:val="22"/>
        </w:rPr>
        <w:t xml:space="preserve">along with a </w:t>
      </w:r>
      <w:r w:rsidRPr="008801F6">
        <w:rPr>
          <w:sz w:val="22"/>
          <w:szCs w:val="22"/>
        </w:rPr>
        <w:t xml:space="preserve">blind spot camera </w:t>
      </w:r>
      <w:r>
        <w:rPr>
          <w:sz w:val="22"/>
          <w:szCs w:val="22"/>
        </w:rPr>
        <w:t>on the passenger side</w:t>
      </w:r>
      <w:r w:rsidR="005B4492" w:rsidRPr="006C66B3">
        <w:rPr>
          <w:sz w:val="22"/>
          <w:szCs w:val="22"/>
        </w:rPr>
        <w:t xml:space="preserve">. </w:t>
      </w:r>
      <w:r>
        <w:rPr>
          <w:sz w:val="22"/>
          <w:szCs w:val="22"/>
        </w:rPr>
        <w:t xml:space="preserve">An </w:t>
      </w:r>
      <w:r w:rsidR="00725956" w:rsidRPr="00725956">
        <w:rPr>
          <w:sz w:val="22"/>
          <w:szCs w:val="22"/>
        </w:rPr>
        <w:t>Adaptive Cruise Control</w:t>
      </w:r>
      <w:r>
        <w:rPr>
          <w:sz w:val="22"/>
          <w:szCs w:val="22"/>
        </w:rPr>
        <w:t xml:space="preserve"> </w:t>
      </w:r>
      <w:r w:rsidR="00725956">
        <w:rPr>
          <w:sz w:val="22"/>
          <w:szCs w:val="22"/>
        </w:rPr>
        <w:t xml:space="preserve">system </w:t>
      </w:r>
      <w:r>
        <w:rPr>
          <w:sz w:val="22"/>
          <w:szCs w:val="22"/>
        </w:rPr>
        <w:t xml:space="preserve">with a </w:t>
      </w:r>
      <w:r w:rsidR="005B4492" w:rsidRPr="006C66B3">
        <w:rPr>
          <w:sz w:val="22"/>
          <w:szCs w:val="22"/>
        </w:rPr>
        <w:t xml:space="preserve">stop-and-go </w:t>
      </w:r>
      <w:r>
        <w:rPr>
          <w:sz w:val="22"/>
          <w:szCs w:val="22"/>
        </w:rPr>
        <w:t xml:space="preserve">feature automatically manages </w:t>
      </w:r>
      <w:r w:rsidR="00725956">
        <w:rPr>
          <w:sz w:val="22"/>
          <w:szCs w:val="22"/>
        </w:rPr>
        <w:t>stopping in traffic jams</w:t>
      </w:r>
      <w:r w:rsidR="005B4492" w:rsidRPr="006C66B3">
        <w:rPr>
          <w:sz w:val="22"/>
          <w:szCs w:val="22"/>
        </w:rPr>
        <w:t xml:space="preserve">, </w:t>
      </w:r>
      <w:r w:rsidR="00725956">
        <w:rPr>
          <w:sz w:val="22"/>
          <w:szCs w:val="22"/>
        </w:rPr>
        <w:t xml:space="preserve">while </w:t>
      </w:r>
      <w:r w:rsidR="00725956" w:rsidRPr="00725956">
        <w:rPr>
          <w:sz w:val="22"/>
          <w:szCs w:val="22"/>
        </w:rPr>
        <w:t>lane departure warning</w:t>
      </w:r>
      <w:r w:rsidR="00725956">
        <w:rPr>
          <w:sz w:val="22"/>
          <w:szCs w:val="22"/>
        </w:rPr>
        <w:t xml:space="preserve"> and</w:t>
      </w:r>
      <w:r w:rsidR="00725956" w:rsidRPr="00725956">
        <w:rPr>
          <w:sz w:val="22"/>
          <w:szCs w:val="22"/>
        </w:rPr>
        <w:t xml:space="preserve"> lane keeping system</w:t>
      </w:r>
      <w:r w:rsidR="00725956">
        <w:rPr>
          <w:sz w:val="22"/>
          <w:szCs w:val="22"/>
        </w:rPr>
        <w:t>s ensure steady and safe driving</w:t>
      </w:r>
      <w:r w:rsidR="005B4492" w:rsidRPr="006C66B3">
        <w:rPr>
          <w:sz w:val="22"/>
          <w:szCs w:val="22"/>
        </w:rPr>
        <w:t>.</w:t>
      </w:r>
      <w:r w:rsidR="00B55ACF" w:rsidRPr="006C66B3">
        <w:rPr>
          <w:sz w:val="22"/>
          <w:szCs w:val="22"/>
        </w:rPr>
        <w:t xml:space="preserve"> </w:t>
      </w:r>
      <w:r w:rsidR="00725956">
        <w:rPr>
          <w:sz w:val="22"/>
          <w:szCs w:val="22"/>
        </w:rPr>
        <w:t>Automatic emergency braking is provided to prevent</w:t>
      </w:r>
      <w:r w:rsidR="00AD3B11" w:rsidRPr="006C66B3">
        <w:rPr>
          <w:sz w:val="22"/>
          <w:szCs w:val="22"/>
        </w:rPr>
        <w:t xml:space="preserve"> collisions.</w:t>
      </w:r>
    </w:p>
    <w:p w14:paraId="3F05E4B0" w14:textId="77777777" w:rsidR="00F144CC" w:rsidRPr="006C66B3" w:rsidRDefault="00F144CC" w:rsidP="00AD3B11">
      <w:pPr>
        <w:spacing w:line="276" w:lineRule="auto"/>
        <w:rPr>
          <w:sz w:val="22"/>
          <w:szCs w:val="22"/>
        </w:rPr>
      </w:pPr>
    </w:p>
    <w:p w14:paraId="28AB6793" w14:textId="4DA484AE" w:rsidR="00AD3B11" w:rsidRPr="006C66B3" w:rsidRDefault="005405DB" w:rsidP="00AD3B11">
      <w:pPr>
        <w:spacing w:line="276" w:lineRule="auto"/>
        <w:rPr>
          <w:sz w:val="22"/>
          <w:szCs w:val="22"/>
        </w:rPr>
      </w:pPr>
      <w:r>
        <w:rPr>
          <w:sz w:val="22"/>
          <w:szCs w:val="22"/>
        </w:rPr>
        <w:t>The</w:t>
      </w:r>
      <w:r w:rsidR="00AD3B11" w:rsidRPr="006C66B3">
        <w:rPr>
          <w:sz w:val="22"/>
          <w:szCs w:val="22"/>
        </w:rPr>
        <w:t xml:space="preserve"> Renault Trucks </w:t>
      </w:r>
      <w:r w:rsidR="009125D0" w:rsidRPr="006C66B3">
        <w:rPr>
          <w:sz w:val="22"/>
          <w:szCs w:val="22"/>
        </w:rPr>
        <w:t xml:space="preserve">T </w:t>
      </w:r>
      <w:r>
        <w:rPr>
          <w:sz w:val="22"/>
          <w:szCs w:val="22"/>
        </w:rPr>
        <w:t>is also fitted with a series of rear-vi</w:t>
      </w:r>
      <w:r w:rsidR="00EC7FBF">
        <w:rPr>
          <w:sz w:val="22"/>
          <w:szCs w:val="22"/>
        </w:rPr>
        <w:t>ew</w:t>
      </w:r>
      <w:r>
        <w:rPr>
          <w:sz w:val="22"/>
          <w:szCs w:val="22"/>
        </w:rPr>
        <w:t xml:space="preserve"> cameras</w:t>
      </w:r>
      <w:r w:rsidR="009125D0" w:rsidRPr="006C66B3">
        <w:rPr>
          <w:sz w:val="22"/>
          <w:szCs w:val="22"/>
        </w:rPr>
        <w:t xml:space="preserve">: </w:t>
      </w:r>
      <w:r>
        <w:rPr>
          <w:sz w:val="22"/>
          <w:szCs w:val="22"/>
        </w:rPr>
        <w:t xml:space="preserve">more compact than traditional </w:t>
      </w:r>
      <w:r w:rsidRPr="005405DB">
        <w:rPr>
          <w:sz w:val="22"/>
          <w:szCs w:val="22"/>
        </w:rPr>
        <w:t>rear-view mirror</w:t>
      </w:r>
      <w:r>
        <w:rPr>
          <w:sz w:val="22"/>
          <w:szCs w:val="22"/>
        </w:rPr>
        <w:t>s</w:t>
      </w:r>
      <w:r w:rsidR="009125D0" w:rsidRPr="006C66B3">
        <w:rPr>
          <w:sz w:val="22"/>
          <w:szCs w:val="22"/>
        </w:rPr>
        <w:t xml:space="preserve">, </w:t>
      </w:r>
      <w:r>
        <w:rPr>
          <w:sz w:val="22"/>
          <w:szCs w:val="22"/>
        </w:rPr>
        <w:t>they increase the driver’s direct field of vision, while facilitating manoeuvres and overtaking</w:t>
      </w:r>
      <w:r w:rsidR="009125D0" w:rsidRPr="006C66B3">
        <w:rPr>
          <w:sz w:val="22"/>
          <w:szCs w:val="22"/>
        </w:rPr>
        <w:t xml:space="preserve">. </w:t>
      </w:r>
      <w:r>
        <w:rPr>
          <w:sz w:val="22"/>
          <w:szCs w:val="22"/>
        </w:rPr>
        <w:t>They offer improved night vision and a wide-angle vi</w:t>
      </w:r>
      <w:r w:rsidR="00A2347F">
        <w:rPr>
          <w:sz w:val="22"/>
          <w:szCs w:val="22"/>
        </w:rPr>
        <w:t>sion</w:t>
      </w:r>
      <w:r>
        <w:rPr>
          <w:sz w:val="22"/>
          <w:szCs w:val="22"/>
        </w:rPr>
        <w:t>, enabling the driver to keep the trailer in sight</w:t>
      </w:r>
      <w:r w:rsidR="009125D0" w:rsidRPr="006C66B3">
        <w:rPr>
          <w:sz w:val="22"/>
          <w:szCs w:val="22"/>
        </w:rPr>
        <w:t>.</w:t>
      </w:r>
    </w:p>
    <w:p w14:paraId="465AF7C9" w14:textId="52B14965" w:rsidR="005B4492" w:rsidRPr="006C66B3" w:rsidRDefault="005B4492" w:rsidP="005B4492">
      <w:pPr>
        <w:spacing w:line="276" w:lineRule="auto"/>
        <w:rPr>
          <w:sz w:val="22"/>
          <w:szCs w:val="22"/>
        </w:rPr>
      </w:pPr>
    </w:p>
    <w:p w14:paraId="6836A0CC" w14:textId="77777777" w:rsidR="006D48F8" w:rsidRPr="006C66B3" w:rsidRDefault="006D48F8" w:rsidP="00D76C92">
      <w:pPr>
        <w:spacing w:line="276" w:lineRule="auto"/>
        <w:rPr>
          <w:b/>
          <w:bCs/>
          <w:sz w:val="22"/>
          <w:szCs w:val="22"/>
        </w:rPr>
      </w:pPr>
    </w:p>
    <w:p w14:paraId="2E9A368E" w14:textId="77777777" w:rsidR="00E46B39" w:rsidRPr="006C66B3" w:rsidRDefault="00E46B39" w:rsidP="00DE0B2B">
      <w:pPr>
        <w:spacing w:line="276" w:lineRule="auto"/>
        <w:rPr>
          <w:sz w:val="22"/>
          <w:szCs w:val="22"/>
        </w:rPr>
      </w:pPr>
    </w:p>
    <w:p w14:paraId="083F3584" w14:textId="06CA7139" w:rsidR="00987B0F" w:rsidRPr="006C66B3" w:rsidRDefault="0004321B" w:rsidP="00987B0F">
      <w:pPr>
        <w:spacing w:line="276" w:lineRule="auto"/>
        <w:rPr>
          <w:sz w:val="22"/>
          <w:szCs w:val="22"/>
        </w:rPr>
      </w:pPr>
      <w:r>
        <w:rPr>
          <w:sz w:val="22"/>
          <w:szCs w:val="22"/>
        </w:rPr>
        <w:t>C</w:t>
      </w:r>
      <w:r w:rsidR="00987B0F" w:rsidRPr="006C66B3">
        <w:rPr>
          <w:sz w:val="22"/>
          <w:szCs w:val="22"/>
        </w:rPr>
        <w:t xml:space="preserve">ertification </w:t>
      </w:r>
      <w:r w:rsidR="00F23090" w:rsidRPr="006C66B3">
        <w:rPr>
          <w:sz w:val="22"/>
          <w:szCs w:val="22"/>
        </w:rPr>
        <w:t>tests</w:t>
      </w:r>
      <w:r w:rsidR="00F23090">
        <w:rPr>
          <w:sz w:val="22"/>
          <w:szCs w:val="22"/>
        </w:rPr>
        <w:t xml:space="preserve"> for the</w:t>
      </w:r>
      <w:r w:rsidR="00987B0F" w:rsidRPr="006C66B3">
        <w:rPr>
          <w:sz w:val="22"/>
          <w:szCs w:val="22"/>
        </w:rPr>
        <w:t xml:space="preserve"> Renault Trucks T </w:t>
      </w:r>
      <w:r w:rsidR="00F23090">
        <w:rPr>
          <w:sz w:val="22"/>
          <w:szCs w:val="22"/>
        </w:rPr>
        <w:t>were carried out in</w:t>
      </w:r>
      <w:r w:rsidR="00987B0F" w:rsidRPr="006C66B3">
        <w:rPr>
          <w:sz w:val="22"/>
          <w:szCs w:val="22"/>
        </w:rPr>
        <w:t xml:space="preserve"> France </w:t>
      </w:r>
      <w:r w:rsidR="00F23090">
        <w:rPr>
          <w:sz w:val="22"/>
          <w:szCs w:val="22"/>
        </w:rPr>
        <w:t>by the independent lab</w:t>
      </w:r>
      <w:r w:rsidR="00270B18">
        <w:rPr>
          <w:sz w:val="22"/>
          <w:szCs w:val="22"/>
        </w:rPr>
        <w:t>oratory</w:t>
      </w:r>
      <w:r w:rsidR="00987B0F" w:rsidRPr="006C66B3">
        <w:rPr>
          <w:sz w:val="22"/>
          <w:szCs w:val="22"/>
        </w:rPr>
        <w:t xml:space="preserve"> UTAC, </w:t>
      </w:r>
      <w:r w:rsidR="00F23090">
        <w:rPr>
          <w:sz w:val="22"/>
          <w:szCs w:val="22"/>
        </w:rPr>
        <w:t>in accordance with the strict protocols required by</w:t>
      </w:r>
      <w:r w:rsidR="00987B0F" w:rsidRPr="006C66B3">
        <w:rPr>
          <w:sz w:val="22"/>
          <w:szCs w:val="22"/>
        </w:rPr>
        <w:t xml:space="preserve"> Euro NCAP.</w:t>
      </w:r>
    </w:p>
    <w:p w14:paraId="389087D8" w14:textId="77777777" w:rsidR="00B11FFF" w:rsidRPr="00221D89" w:rsidRDefault="00B11FFF">
      <w:pPr>
        <w:rPr>
          <w:b/>
          <w:bCs/>
          <w:sz w:val="18"/>
          <w:szCs w:val="18"/>
        </w:rPr>
      </w:pPr>
      <w:r w:rsidRPr="006C66B3">
        <w:rPr>
          <w:b/>
          <w:bCs/>
          <w:i/>
          <w:iCs/>
          <w:sz w:val="18"/>
          <w:szCs w:val="18"/>
        </w:rPr>
        <w:br w:type="page"/>
      </w:r>
    </w:p>
    <w:p w14:paraId="77708F82" w14:textId="77777777" w:rsidR="00BA5798" w:rsidRPr="00160CD6" w:rsidRDefault="00BA5798" w:rsidP="00BA5798">
      <w:pPr>
        <w:rPr>
          <w:b/>
          <w:bCs/>
          <w:i/>
          <w:iCs/>
          <w:sz w:val="18"/>
          <w:szCs w:val="18"/>
        </w:rPr>
      </w:pPr>
      <w:r w:rsidRPr="00160CD6">
        <w:rPr>
          <w:b/>
          <w:bCs/>
          <w:i/>
          <w:iCs/>
          <w:sz w:val="18"/>
          <w:szCs w:val="18"/>
        </w:rPr>
        <w:lastRenderedPageBreak/>
        <w:t xml:space="preserve">About Renault Trucks </w:t>
      </w:r>
    </w:p>
    <w:p w14:paraId="343E67FC" w14:textId="77777777" w:rsidR="00BA5798" w:rsidRPr="00160CD6" w:rsidRDefault="00BA5798" w:rsidP="00BA5798">
      <w:pPr>
        <w:rPr>
          <w:sz w:val="18"/>
          <w:szCs w:val="18"/>
        </w:rPr>
      </w:pPr>
    </w:p>
    <w:p w14:paraId="59280ED4" w14:textId="77777777" w:rsidR="00BA5798" w:rsidRPr="00160CD6" w:rsidRDefault="00BA5798" w:rsidP="00BA5798">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70CDC483" w14:textId="77777777" w:rsidR="00BA5798" w:rsidRPr="00160CD6" w:rsidRDefault="00BA5798" w:rsidP="00BA5798">
      <w:pPr>
        <w:spacing w:line="276" w:lineRule="auto"/>
        <w:rPr>
          <w:rFonts w:ascii="Arial" w:hAnsi="Arial" w:cs="Arial"/>
          <w:sz w:val="18"/>
          <w:szCs w:val="18"/>
          <w:lang w:val="en-US"/>
        </w:rPr>
      </w:pPr>
    </w:p>
    <w:p w14:paraId="20F8CC34" w14:textId="77777777" w:rsidR="00BA5798" w:rsidRPr="00160CD6" w:rsidRDefault="00BA5798" w:rsidP="00BA5798">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03BEAF0D" w14:textId="77777777" w:rsidR="00BA5798" w:rsidRPr="00160CD6" w:rsidRDefault="00BA5798" w:rsidP="00BA5798">
      <w:pPr>
        <w:spacing w:line="276" w:lineRule="auto"/>
        <w:rPr>
          <w:rFonts w:ascii="Arial" w:hAnsi="Arial" w:cs="Arial"/>
          <w:sz w:val="18"/>
          <w:szCs w:val="18"/>
          <w:lang w:val="en-US"/>
        </w:rPr>
      </w:pPr>
    </w:p>
    <w:p w14:paraId="454E3620" w14:textId="77777777" w:rsidR="00BA5798" w:rsidRPr="00160CD6" w:rsidRDefault="00BA5798" w:rsidP="00BA5798">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647F5080" w14:textId="77777777" w:rsidR="00BA5798" w:rsidRPr="00160CD6" w:rsidRDefault="00BA5798" w:rsidP="00BA5798">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03402767" w14:textId="77777777" w:rsidR="00BA5798" w:rsidRPr="00160CD6" w:rsidRDefault="00BA5798" w:rsidP="00BA5798">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4F345948" w14:textId="77777777" w:rsidR="00BA5798" w:rsidRPr="00160CD6" w:rsidRDefault="00BA5798" w:rsidP="00BA5798">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26520836" w14:textId="77777777" w:rsidR="00BA5798" w:rsidRPr="00160CD6" w:rsidRDefault="00BA5798" w:rsidP="00BA5798">
      <w:pPr>
        <w:spacing w:line="276" w:lineRule="auto"/>
        <w:rPr>
          <w:rFonts w:ascii="Arial" w:hAnsi="Arial" w:cs="Arial"/>
          <w:i/>
          <w:iCs/>
          <w:sz w:val="18"/>
          <w:szCs w:val="18"/>
          <w:lang w:val="en-US"/>
        </w:rPr>
      </w:pPr>
      <w:r>
        <w:rPr>
          <w:rFonts w:ascii="Arial" w:hAnsi="Arial" w:cs="Arial"/>
          <w:i/>
          <w:iCs/>
          <w:sz w:val="18"/>
          <w:szCs w:val="18"/>
          <w:lang w:val="en-US"/>
        </w:rPr>
        <w:t>70</w:t>
      </w:r>
      <w:r w:rsidRPr="00160CD6">
        <w:rPr>
          <w:rFonts w:ascii="Arial" w:hAnsi="Arial" w:cs="Arial"/>
          <w:i/>
          <w:iCs/>
          <w:sz w:val="18"/>
          <w:szCs w:val="18"/>
          <w:lang w:val="en-US"/>
        </w:rPr>
        <w:t>,000 vehicles sold in 202</w:t>
      </w:r>
      <w:r>
        <w:rPr>
          <w:rFonts w:ascii="Arial" w:hAnsi="Arial" w:cs="Arial"/>
          <w:i/>
          <w:iCs/>
          <w:sz w:val="18"/>
          <w:szCs w:val="18"/>
          <w:lang w:val="en-US"/>
        </w:rPr>
        <w:t>3</w:t>
      </w:r>
    </w:p>
    <w:p w14:paraId="660E9B10" w14:textId="78E11411" w:rsidR="00B16A44" w:rsidRPr="00BA5798" w:rsidRDefault="00B16A44" w:rsidP="004C3220">
      <w:pPr>
        <w:rPr>
          <w:i/>
          <w:iCs/>
          <w:sz w:val="18"/>
          <w:szCs w:val="18"/>
          <w:lang w:val="en-US"/>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6C66B3" w14:paraId="66B1904C" w14:textId="77777777">
        <w:tc>
          <w:tcPr>
            <w:tcW w:w="4678" w:type="dxa"/>
          </w:tcPr>
          <w:p w14:paraId="39651796" w14:textId="76F5453F" w:rsidR="004268A2" w:rsidRPr="00B5190C" w:rsidRDefault="00BA5798">
            <w:pPr>
              <w:rPr>
                <w:b/>
                <w:bCs/>
                <w:color w:val="E3021B" w:themeColor="text2"/>
              </w:rPr>
            </w:pPr>
            <w:r>
              <w:rPr>
                <w:b/>
                <w:bCs/>
                <w:color w:val="E3021B" w:themeColor="text2"/>
              </w:rPr>
              <w:t>For all additional information:</w:t>
            </w:r>
          </w:p>
        </w:tc>
        <w:tc>
          <w:tcPr>
            <w:tcW w:w="3815" w:type="dxa"/>
          </w:tcPr>
          <w:p w14:paraId="7646BB2B" w14:textId="77777777" w:rsidR="004268A2" w:rsidRPr="00B5190C" w:rsidRDefault="004268A2">
            <w:pPr>
              <w:rPr>
                <w:b/>
                <w:bCs/>
                <w:color w:val="494949" w:themeColor="accent4"/>
              </w:rPr>
            </w:pPr>
            <w:r w:rsidRPr="00B5190C">
              <w:rPr>
                <w:b/>
                <w:bCs/>
                <w:color w:val="494949" w:themeColor="accent4"/>
              </w:rPr>
              <w:t>Séveryne Molard</w:t>
            </w:r>
          </w:p>
          <w:p w14:paraId="12874D1F" w14:textId="77777777" w:rsidR="004268A2" w:rsidRPr="00B5190C" w:rsidRDefault="004268A2">
            <w:pPr>
              <w:rPr>
                <w:color w:val="494949" w:themeColor="accent4"/>
              </w:rPr>
            </w:pPr>
            <w:r w:rsidRPr="00B5190C">
              <w:rPr>
                <w:color w:val="494949" w:themeColor="accent4"/>
              </w:rPr>
              <w:t>Tel. +33 (0)4 81 93 09 52</w:t>
            </w:r>
          </w:p>
          <w:p w14:paraId="6BA65256" w14:textId="77777777" w:rsidR="004268A2" w:rsidRPr="006C66B3" w:rsidRDefault="004268A2">
            <w:pPr>
              <w:rPr>
                <w:color w:val="494949" w:themeColor="accent4"/>
              </w:rPr>
            </w:pPr>
            <w:hyperlink r:id="rId10" w:history="1">
              <w:r w:rsidRPr="00B5190C">
                <w:rPr>
                  <w:rStyle w:val="Hyperlink"/>
                  <w:color w:val="494949" w:themeColor="accent4"/>
                </w:rPr>
                <w:t>severyne.molard@renault-trucks.com</w:t>
              </w:r>
            </w:hyperlink>
            <w:r w:rsidRPr="006C66B3">
              <w:rPr>
                <w:color w:val="494949" w:themeColor="accent4"/>
              </w:rPr>
              <w:t xml:space="preserve"> </w:t>
            </w:r>
          </w:p>
        </w:tc>
      </w:tr>
    </w:tbl>
    <w:p w14:paraId="4C15D841" w14:textId="77777777" w:rsidR="00FB0FB4" w:rsidRPr="006C66B3" w:rsidRDefault="00FB0FB4" w:rsidP="00215BC6">
      <w:pPr>
        <w:spacing w:line="276" w:lineRule="auto"/>
        <w:rPr>
          <w:sz w:val="22"/>
          <w:szCs w:val="22"/>
        </w:rPr>
      </w:pPr>
    </w:p>
    <w:sectPr w:rsidR="00FB0FB4" w:rsidRPr="006C66B3" w:rsidSect="000B1F5B">
      <w:footerReference w:type="default" r:id="rId11"/>
      <w:footerReference w:type="first" r:id="rId12"/>
      <w:pgSz w:w="11906" w:h="16838" w:code="9"/>
      <w:pgMar w:top="1701" w:right="1418" w:bottom="142" w:left="1985" w:header="85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A2808" w14:textId="77777777" w:rsidR="00C30BFC" w:rsidRDefault="00C30BFC" w:rsidP="00D41A34">
      <w:r>
        <w:separator/>
      </w:r>
    </w:p>
  </w:endnote>
  <w:endnote w:type="continuationSeparator" w:id="0">
    <w:p w14:paraId="449884C8" w14:textId="77777777" w:rsidR="00C30BFC" w:rsidRDefault="00C30BFC" w:rsidP="00D41A34">
      <w:r>
        <w:continuationSeparator/>
      </w:r>
    </w:p>
  </w:endnote>
  <w:endnote w:type="continuationNotice" w:id="1">
    <w:p w14:paraId="43EBA061" w14:textId="77777777" w:rsidR="00C30BFC" w:rsidRDefault="00C30B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19F9C488"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BA5798">
      <w:rPr>
        <w:bCs/>
        <w:noProof/>
      </w:rPr>
      <w:instrText>3</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BA5798">
      <w:rPr>
        <w:bCs/>
        <w:noProof/>
      </w:rPr>
      <w:instrText>3</w:instrText>
    </w:r>
    <w:r>
      <w:rPr>
        <w:bCs/>
      </w:rPr>
      <w:fldChar w:fldCharType="end"/>
    </w:r>
    <w:r>
      <w:rPr>
        <w:bCs/>
      </w:rPr>
      <w:instrText>"</w:instrText>
    </w:r>
    <w:r w:rsidRPr="00D41A34">
      <w:rPr>
        <w:bCs/>
      </w:rPr>
      <w:instrText>renault-trucks.com</w:instrText>
    </w:r>
    <w:r>
      <w:rPr>
        <w:bCs/>
      </w:rPr>
      <w:instrText xml:space="preserve">" "" </w:instrText>
    </w:r>
    <w:r w:rsidR="00BA5798">
      <w:rPr>
        <w:bCs/>
      </w:rPr>
      <w:fldChar w:fldCharType="separate"/>
    </w:r>
    <w:r w:rsidR="00BA5798"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637AC" w14:textId="77777777" w:rsidR="00C30BFC" w:rsidRPr="00F00D7B" w:rsidRDefault="00C30BFC" w:rsidP="00D41A34">
      <w:pPr>
        <w:rPr>
          <w:sz w:val="14"/>
          <w:szCs w:val="14"/>
        </w:rPr>
      </w:pPr>
    </w:p>
  </w:footnote>
  <w:footnote w:type="continuationSeparator" w:id="0">
    <w:p w14:paraId="10080B53" w14:textId="77777777" w:rsidR="00C30BFC" w:rsidRDefault="00C30BFC" w:rsidP="00D41A34">
      <w:r>
        <w:continuationSeparator/>
      </w:r>
    </w:p>
  </w:footnote>
  <w:footnote w:type="continuationNotice" w:id="1">
    <w:p w14:paraId="6C131333" w14:textId="77777777" w:rsidR="00C30BFC" w:rsidRDefault="00C30BFC"/>
  </w:footnote>
  <w:footnote w:id="2">
    <w:p w14:paraId="3BB340D7" w14:textId="63D265DA" w:rsidR="00A12678" w:rsidRPr="00CB1CBC" w:rsidRDefault="00A12678">
      <w:pPr>
        <w:pStyle w:val="FootnoteText"/>
      </w:pPr>
      <w:r w:rsidRPr="00CB1CBC">
        <w:rPr>
          <w:rStyle w:val="FootnoteReference"/>
        </w:rPr>
        <w:footnoteRef/>
      </w:r>
      <w:r w:rsidRPr="00CB1CBC">
        <w:t xml:space="preserve"> 4 </w:t>
      </w:r>
      <w:r w:rsidR="00CB1CBC" w:rsidRPr="00CB1CBC">
        <w:t xml:space="preserve">stars are awarded for a score of at least </w:t>
      </w:r>
      <w:r w:rsidRPr="00CB1CBC">
        <w:t xml:space="preserve">60% </w:t>
      </w:r>
      <w:r w:rsidR="00CB1CBC" w:rsidRPr="00CB1CBC">
        <w:t>in each of the categories</w:t>
      </w:r>
      <w:r w:rsidRPr="00CB1CB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C37833"/>
    <w:multiLevelType w:val="multilevel"/>
    <w:tmpl w:val="054E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65A99"/>
    <w:multiLevelType w:val="hybridMultilevel"/>
    <w:tmpl w:val="869CADE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927AEE"/>
    <w:multiLevelType w:val="hybridMultilevel"/>
    <w:tmpl w:val="84568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F7536"/>
    <w:multiLevelType w:val="hybridMultilevel"/>
    <w:tmpl w:val="D4CE6B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D1BBE"/>
    <w:multiLevelType w:val="hybridMultilevel"/>
    <w:tmpl w:val="217277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E45C1F"/>
    <w:multiLevelType w:val="hybridMultilevel"/>
    <w:tmpl w:val="6EA41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4"/>
  </w:num>
  <w:num w:numId="13" w16cid:durableId="1408378821">
    <w:abstractNumId w:val="26"/>
  </w:num>
  <w:num w:numId="14" w16cid:durableId="433094607">
    <w:abstractNumId w:val="10"/>
  </w:num>
  <w:num w:numId="15" w16cid:durableId="684862667">
    <w:abstractNumId w:val="13"/>
  </w:num>
  <w:num w:numId="16" w16cid:durableId="1897667845">
    <w:abstractNumId w:val="29"/>
  </w:num>
  <w:num w:numId="17" w16cid:durableId="2018189348">
    <w:abstractNumId w:val="16"/>
  </w:num>
  <w:num w:numId="18" w16cid:durableId="1073040695">
    <w:abstractNumId w:val="15"/>
  </w:num>
  <w:num w:numId="19" w16cid:durableId="763384025">
    <w:abstractNumId w:val="27"/>
  </w:num>
  <w:num w:numId="20" w16cid:durableId="747922292">
    <w:abstractNumId w:val="14"/>
  </w:num>
  <w:num w:numId="21" w16cid:durableId="1339238049">
    <w:abstractNumId w:val="21"/>
  </w:num>
  <w:num w:numId="22" w16cid:durableId="1445536271">
    <w:abstractNumId w:val="17"/>
  </w:num>
  <w:num w:numId="23" w16cid:durableId="432753018">
    <w:abstractNumId w:val="12"/>
  </w:num>
  <w:num w:numId="24" w16cid:durableId="1675572202">
    <w:abstractNumId w:val="25"/>
  </w:num>
  <w:num w:numId="25" w16cid:durableId="1047989130">
    <w:abstractNumId w:val="22"/>
  </w:num>
  <w:num w:numId="26" w16cid:durableId="1905749838">
    <w:abstractNumId w:val="20"/>
  </w:num>
  <w:num w:numId="27" w16cid:durableId="1873229015">
    <w:abstractNumId w:val="28"/>
  </w:num>
  <w:num w:numId="28" w16cid:durableId="2141528635">
    <w:abstractNumId w:val="23"/>
  </w:num>
  <w:num w:numId="29" w16cid:durableId="1251355462">
    <w:abstractNumId w:val="18"/>
  </w:num>
  <w:num w:numId="30" w16cid:durableId="1843349187">
    <w:abstractNumId w:val="30"/>
  </w:num>
  <w:num w:numId="31" w16cid:durableId="2899428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584"/>
    <w:rsid w:val="00001726"/>
    <w:rsid w:val="00002B46"/>
    <w:rsid w:val="00005B89"/>
    <w:rsid w:val="00005FD7"/>
    <w:rsid w:val="0000707F"/>
    <w:rsid w:val="000077A7"/>
    <w:rsid w:val="00011777"/>
    <w:rsid w:val="00011B7A"/>
    <w:rsid w:val="00011B8E"/>
    <w:rsid w:val="00013084"/>
    <w:rsid w:val="00014CBE"/>
    <w:rsid w:val="000165A9"/>
    <w:rsid w:val="000170A5"/>
    <w:rsid w:val="000178D2"/>
    <w:rsid w:val="00017DC1"/>
    <w:rsid w:val="000222AD"/>
    <w:rsid w:val="00022E9E"/>
    <w:rsid w:val="00023EE8"/>
    <w:rsid w:val="00027394"/>
    <w:rsid w:val="00030667"/>
    <w:rsid w:val="00031EC7"/>
    <w:rsid w:val="0003294C"/>
    <w:rsid w:val="00032A61"/>
    <w:rsid w:val="00033941"/>
    <w:rsid w:val="00034630"/>
    <w:rsid w:val="0003530C"/>
    <w:rsid w:val="000363E4"/>
    <w:rsid w:val="00036875"/>
    <w:rsid w:val="000375A3"/>
    <w:rsid w:val="0004126A"/>
    <w:rsid w:val="0004321B"/>
    <w:rsid w:val="00043377"/>
    <w:rsid w:val="00045B37"/>
    <w:rsid w:val="0004637F"/>
    <w:rsid w:val="00047A9E"/>
    <w:rsid w:val="0005111A"/>
    <w:rsid w:val="000516A5"/>
    <w:rsid w:val="000536D6"/>
    <w:rsid w:val="000552BE"/>
    <w:rsid w:val="00055B04"/>
    <w:rsid w:val="00056F3D"/>
    <w:rsid w:val="000607AE"/>
    <w:rsid w:val="00061139"/>
    <w:rsid w:val="00061B6C"/>
    <w:rsid w:val="00062244"/>
    <w:rsid w:val="00062B20"/>
    <w:rsid w:val="00064659"/>
    <w:rsid w:val="00065655"/>
    <w:rsid w:val="000669BC"/>
    <w:rsid w:val="00067DF5"/>
    <w:rsid w:val="00071668"/>
    <w:rsid w:val="000750C7"/>
    <w:rsid w:val="00080AD2"/>
    <w:rsid w:val="000847FD"/>
    <w:rsid w:val="00085DC3"/>
    <w:rsid w:val="0008634F"/>
    <w:rsid w:val="00086726"/>
    <w:rsid w:val="00086F90"/>
    <w:rsid w:val="000874FC"/>
    <w:rsid w:val="00087537"/>
    <w:rsid w:val="00087566"/>
    <w:rsid w:val="00087A47"/>
    <w:rsid w:val="000907AF"/>
    <w:rsid w:val="00090B26"/>
    <w:rsid w:val="00093D3B"/>
    <w:rsid w:val="00094830"/>
    <w:rsid w:val="000953C9"/>
    <w:rsid w:val="0009693C"/>
    <w:rsid w:val="000972C2"/>
    <w:rsid w:val="000973D7"/>
    <w:rsid w:val="000977EC"/>
    <w:rsid w:val="000A0F0A"/>
    <w:rsid w:val="000A2843"/>
    <w:rsid w:val="000A3709"/>
    <w:rsid w:val="000A6E81"/>
    <w:rsid w:val="000A78B9"/>
    <w:rsid w:val="000B1F5B"/>
    <w:rsid w:val="000B349C"/>
    <w:rsid w:val="000B3B17"/>
    <w:rsid w:val="000B427D"/>
    <w:rsid w:val="000B50A5"/>
    <w:rsid w:val="000B60D8"/>
    <w:rsid w:val="000B69E3"/>
    <w:rsid w:val="000C0EDA"/>
    <w:rsid w:val="000C14B9"/>
    <w:rsid w:val="000C2B84"/>
    <w:rsid w:val="000C2D2D"/>
    <w:rsid w:val="000C36DF"/>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A1"/>
    <w:rsid w:val="000E53FD"/>
    <w:rsid w:val="000E585C"/>
    <w:rsid w:val="000E6AD4"/>
    <w:rsid w:val="000F06E7"/>
    <w:rsid w:val="000F2CA4"/>
    <w:rsid w:val="000F6108"/>
    <w:rsid w:val="001014A3"/>
    <w:rsid w:val="00102B97"/>
    <w:rsid w:val="0010457A"/>
    <w:rsid w:val="0010513D"/>
    <w:rsid w:val="0010545F"/>
    <w:rsid w:val="00105A10"/>
    <w:rsid w:val="00105CE8"/>
    <w:rsid w:val="00106A37"/>
    <w:rsid w:val="00107630"/>
    <w:rsid w:val="00107B69"/>
    <w:rsid w:val="00110417"/>
    <w:rsid w:val="00112E4A"/>
    <w:rsid w:val="00113BA1"/>
    <w:rsid w:val="0011431C"/>
    <w:rsid w:val="00116ABA"/>
    <w:rsid w:val="0011798D"/>
    <w:rsid w:val="00120199"/>
    <w:rsid w:val="00120274"/>
    <w:rsid w:val="0012037B"/>
    <w:rsid w:val="001223DA"/>
    <w:rsid w:val="0012255D"/>
    <w:rsid w:val="00125DB5"/>
    <w:rsid w:val="00126772"/>
    <w:rsid w:val="00131851"/>
    <w:rsid w:val="00132512"/>
    <w:rsid w:val="001336B4"/>
    <w:rsid w:val="001376BB"/>
    <w:rsid w:val="001413FE"/>
    <w:rsid w:val="00144663"/>
    <w:rsid w:val="00145AF0"/>
    <w:rsid w:val="00145C3D"/>
    <w:rsid w:val="00145DE4"/>
    <w:rsid w:val="00147DE8"/>
    <w:rsid w:val="00151643"/>
    <w:rsid w:val="00153833"/>
    <w:rsid w:val="00154AB1"/>
    <w:rsid w:val="00155679"/>
    <w:rsid w:val="00156306"/>
    <w:rsid w:val="00160347"/>
    <w:rsid w:val="00160695"/>
    <w:rsid w:val="0016263B"/>
    <w:rsid w:val="00162705"/>
    <w:rsid w:val="00162730"/>
    <w:rsid w:val="00162F78"/>
    <w:rsid w:val="0016438C"/>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529E"/>
    <w:rsid w:val="0018560D"/>
    <w:rsid w:val="0018623B"/>
    <w:rsid w:val="0019108E"/>
    <w:rsid w:val="0019176B"/>
    <w:rsid w:val="00192E8D"/>
    <w:rsid w:val="00193826"/>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3C32"/>
    <w:rsid w:val="001B591C"/>
    <w:rsid w:val="001C07FE"/>
    <w:rsid w:val="001C1CC4"/>
    <w:rsid w:val="001C4FAE"/>
    <w:rsid w:val="001C52BE"/>
    <w:rsid w:val="001C52DA"/>
    <w:rsid w:val="001C5D43"/>
    <w:rsid w:val="001C60C2"/>
    <w:rsid w:val="001D0C31"/>
    <w:rsid w:val="001D3395"/>
    <w:rsid w:val="001D7E3A"/>
    <w:rsid w:val="001E1A82"/>
    <w:rsid w:val="001E2B7F"/>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1CFF"/>
    <w:rsid w:val="00213741"/>
    <w:rsid w:val="00214DFB"/>
    <w:rsid w:val="00215BC6"/>
    <w:rsid w:val="00215D1B"/>
    <w:rsid w:val="002161B0"/>
    <w:rsid w:val="0022114A"/>
    <w:rsid w:val="002216B4"/>
    <w:rsid w:val="002218F6"/>
    <w:rsid w:val="00221D89"/>
    <w:rsid w:val="00222DA2"/>
    <w:rsid w:val="002242E6"/>
    <w:rsid w:val="00224A30"/>
    <w:rsid w:val="00225907"/>
    <w:rsid w:val="00225E89"/>
    <w:rsid w:val="00226812"/>
    <w:rsid w:val="0023050B"/>
    <w:rsid w:val="002317CC"/>
    <w:rsid w:val="00233D6F"/>
    <w:rsid w:val="002363AC"/>
    <w:rsid w:val="00236751"/>
    <w:rsid w:val="00237E01"/>
    <w:rsid w:val="00244B17"/>
    <w:rsid w:val="00246005"/>
    <w:rsid w:val="00246736"/>
    <w:rsid w:val="002529AD"/>
    <w:rsid w:val="00252AFE"/>
    <w:rsid w:val="00252B15"/>
    <w:rsid w:val="00253784"/>
    <w:rsid w:val="0025561A"/>
    <w:rsid w:val="0026400C"/>
    <w:rsid w:val="0026443C"/>
    <w:rsid w:val="002655A0"/>
    <w:rsid w:val="002655EE"/>
    <w:rsid w:val="00267BCD"/>
    <w:rsid w:val="00270B18"/>
    <w:rsid w:val="00270D62"/>
    <w:rsid w:val="00271305"/>
    <w:rsid w:val="00271E70"/>
    <w:rsid w:val="00274C4F"/>
    <w:rsid w:val="00275431"/>
    <w:rsid w:val="00275B49"/>
    <w:rsid w:val="00275E0B"/>
    <w:rsid w:val="00276491"/>
    <w:rsid w:val="002836DD"/>
    <w:rsid w:val="00283A08"/>
    <w:rsid w:val="00284F02"/>
    <w:rsid w:val="00285611"/>
    <w:rsid w:val="00286091"/>
    <w:rsid w:val="00286193"/>
    <w:rsid w:val="0029000C"/>
    <w:rsid w:val="0029066F"/>
    <w:rsid w:val="002913BA"/>
    <w:rsid w:val="002922A5"/>
    <w:rsid w:val="0029377B"/>
    <w:rsid w:val="00293E0C"/>
    <w:rsid w:val="002A29E9"/>
    <w:rsid w:val="002A2EE7"/>
    <w:rsid w:val="002A36D1"/>
    <w:rsid w:val="002A3B5B"/>
    <w:rsid w:val="002B063C"/>
    <w:rsid w:val="002B2156"/>
    <w:rsid w:val="002B3705"/>
    <w:rsid w:val="002B4202"/>
    <w:rsid w:val="002B4633"/>
    <w:rsid w:val="002B67E7"/>
    <w:rsid w:val="002B7006"/>
    <w:rsid w:val="002C0DF3"/>
    <w:rsid w:val="002C132D"/>
    <w:rsid w:val="002C3A45"/>
    <w:rsid w:val="002C508D"/>
    <w:rsid w:val="002C5428"/>
    <w:rsid w:val="002C587E"/>
    <w:rsid w:val="002D104E"/>
    <w:rsid w:val="002D14B4"/>
    <w:rsid w:val="002D1A3B"/>
    <w:rsid w:val="002D1FE4"/>
    <w:rsid w:val="002D2B35"/>
    <w:rsid w:val="002D2DE5"/>
    <w:rsid w:val="002D43DE"/>
    <w:rsid w:val="002D6F81"/>
    <w:rsid w:val="002D7681"/>
    <w:rsid w:val="002E2325"/>
    <w:rsid w:val="002E3DC8"/>
    <w:rsid w:val="002E5C13"/>
    <w:rsid w:val="002E602F"/>
    <w:rsid w:val="002F05C4"/>
    <w:rsid w:val="002F1BA7"/>
    <w:rsid w:val="002F21E7"/>
    <w:rsid w:val="002F26C3"/>
    <w:rsid w:val="002F2A64"/>
    <w:rsid w:val="002F5DE8"/>
    <w:rsid w:val="002F6C66"/>
    <w:rsid w:val="002F737C"/>
    <w:rsid w:val="002F744A"/>
    <w:rsid w:val="00300175"/>
    <w:rsid w:val="003008FF"/>
    <w:rsid w:val="00300C10"/>
    <w:rsid w:val="003042E9"/>
    <w:rsid w:val="00304B81"/>
    <w:rsid w:val="00305C15"/>
    <w:rsid w:val="00305FB7"/>
    <w:rsid w:val="00310673"/>
    <w:rsid w:val="00311513"/>
    <w:rsid w:val="0031195B"/>
    <w:rsid w:val="003151F9"/>
    <w:rsid w:val="003152B6"/>
    <w:rsid w:val="00315637"/>
    <w:rsid w:val="00316134"/>
    <w:rsid w:val="0031790C"/>
    <w:rsid w:val="00320AF3"/>
    <w:rsid w:val="003211CF"/>
    <w:rsid w:val="00321D7D"/>
    <w:rsid w:val="00322369"/>
    <w:rsid w:val="003227D9"/>
    <w:rsid w:val="0032568A"/>
    <w:rsid w:val="00325C15"/>
    <w:rsid w:val="00326451"/>
    <w:rsid w:val="003273F4"/>
    <w:rsid w:val="00331145"/>
    <w:rsid w:val="00331B86"/>
    <w:rsid w:val="00331EFA"/>
    <w:rsid w:val="00337986"/>
    <w:rsid w:val="00337C83"/>
    <w:rsid w:val="00340DB4"/>
    <w:rsid w:val="003419BE"/>
    <w:rsid w:val="00343036"/>
    <w:rsid w:val="00343486"/>
    <w:rsid w:val="0034417D"/>
    <w:rsid w:val="003451E6"/>
    <w:rsid w:val="0034558A"/>
    <w:rsid w:val="00346E11"/>
    <w:rsid w:val="0034759A"/>
    <w:rsid w:val="003475DE"/>
    <w:rsid w:val="00347609"/>
    <w:rsid w:val="0035007B"/>
    <w:rsid w:val="00351214"/>
    <w:rsid w:val="0035445A"/>
    <w:rsid w:val="00355473"/>
    <w:rsid w:val="003555E2"/>
    <w:rsid w:val="00355FF0"/>
    <w:rsid w:val="003565D8"/>
    <w:rsid w:val="00357B2B"/>
    <w:rsid w:val="00360692"/>
    <w:rsid w:val="00360FB6"/>
    <w:rsid w:val="003622C0"/>
    <w:rsid w:val="00362C2F"/>
    <w:rsid w:val="00363765"/>
    <w:rsid w:val="00363CD4"/>
    <w:rsid w:val="0036503B"/>
    <w:rsid w:val="003659AE"/>
    <w:rsid w:val="00367C4C"/>
    <w:rsid w:val="00370484"/>
    <w:rsid w:val="0037263B"/>
    <w:rsid w:val="003740A1"/>
    <w:rsid w:val="00377AE0"/>
    <w:rsid w:val="00381090"/>
    <w:rsid w:val="003814CF"/>
    <w:rsid w:val="0038155F"/>
    <w:rsid w:val="0038206D"/>
    <w:rsid w:val="003823DB"/>
    <w:rsid w:val="003833E3"/>
    <w:rsid w:val="003844B0"/>
    <w:rsid w:val="00384546"/>
    <w:rsid w:val="00385B53"/>
    <w:rsid w:val="003861D3"/>
    <w:rsid w:val="00386299"/>
    <w:rsid w:val="0038642A"/>
    <w:rsid w:val="003864AD"/>
    <w:rsid w:val="0039048C"/>
    <w:rsid w:val="00390812"/>
    <w:rsid w:val="00392F97"/>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19AB"/>
    <w:rsid w:val="003C1C83"/>
    <w:rsid w:val="003C3043"/>
    <w:rsid w:val="003C6007"/>
    <w:rsid w:val="003C6457"/>
    <w:rsid w:val="003C6DA4"/>
    <w:rsid w:val="003C7B40"/>
    <w:rsid w:val="003C7F5E"/>
    <w:rsid w:val="003D02E6"/>
    <w:rsid w:val="003D1442"/>
    <w:rsid w:val="003D1883"/>
    <w:rsid w:val="003D1C7E"/>
    <w:rsid w:val="003D1FAC"/>
    <w:rsid w:val="003D5486"/>
    <w:rsid w:val="003D6D82"/>
    <w:rsid w:val="003D735B"/>
    <w:rsid w:val="003D7BC7"/>
    <w:rsid w:val="003E1E14"/>
    <w:rsid w:val="003E2213"/>
    <w:rsid w:val="003E24EF"/>
    <w:rsid w:val="003E2A9B"/>
    <w:rsid w:val="003E2BA4"/>
    <w:rsid w:val="003E3185"/>
    <w:rsid w:val="003E68CC"/>
    <w:rsid w:val="003E6A2E"/>
    <w:rsid w:val="003E6B7D"/>
    <w:rsid w:val="003E78A4"/>
    <w:rsid w:val="003F6826"/>
    <w:rsid w:val="003F7688"/>
    <w:rsid w:val="00401530"/>
    <w:rsid w:val="00401DD9"/>
    <w:rsid w:val="004022B4"/>
    <w:rsid w:val="00402B21"/>
    <w:rsid w:val="00403126"/>
    <w:rsid w:val="00405758"/>
    <w:rsid w:val="00406880"/>
    <w:rsid w:val="00407743"/>
    <w:rsid w:val="00410838"/>
    <w:rsid w:val="004114E5"/>
    <w:rsid w:val="00413EAC"/>
    <w:rsid w:val="00414C94"/>
    <w:rsid w:val="00415825"/>
    <w:rsid w:val="00416BEA"/>
    <w:rsid w:val="004214B5"/>
    <w:rsid w:val="00421E40"/>
    <w:rsid w:val="00421E8E"/>
    <w:rsid w:val="00423434"/>
    <w:rsid w:val="00424805"/>
    <w:rsid w:val="00425677"/>
    <w:rsid w:val="004268A2"/>
    <w:rsid w:val="0042723E"/>
    <w:rsid w:val="004274B0"/>
    <w:rsid w:val="004276D0"/>
    <w:rsid w:val="004324A8"/>
    <w:rsid w:val="00432512"/>
    <w:rsid w:val="00432DA9"/>
    <w:rsid w:val="004339A2"/>
    <w:rsid w:val="00433EDD"/>
    <w:rsid w:val="0043400B"/>
    <w:rsid w:val="004343C4"/>
    <w:rsid w:val="00436AEE"/>
    <w:rsid w:val="00436FB7"/>
    <w:rsid w:val="00440115"/>
    <w:rsid w:val="004411EF"/>
    <w:rsid w:val="0044219E"/>
    <w:rsid w:val="00445EA8"/>
    <w:rsid w:val="0044670C"/>
    <w:rsid w:val="00450F87"/>
    <w:rsid w:val="00451080"/>
    <w:rsid w:val="0045216F"/>
    <w:rsid w:val="00453DAA"/>
    <w:rsid w:val="004540B1"/>
    <w:rsid w:val="00454786"/>
    <w:rsid w:val="00461292"/>
    <w:rsid w:val="00461A9A"/>
    <w:rsid w:val="00462005"/>
    <w:rsid w:val="0046281F"/>
    <w:rsid w:val="00466F90"/>
    <w:rsid w:val="00467D14"/>
    <w:rsid w:val="00467F9D"/>
    <w:rsid w:val="00470F0C"/>
    <w:rsid w:val="00470F2F"/>
    <w:rsid w:val="00471881"/>
    <w:rsid w:val="00472605"/>
    <w:rsid w:val="004728B8"/>
    <w:rsid w:val="00476C56"/>
    <w:rsid w:val="00476D69"/>
    <w:rsid w:val="004779C7"/>
    <w:rsid w:val="00477A62"/>
    <w:rsid w:val="004802F4"/>
    <w:rsid w:val="00482720"/>
    <w:rsid w:val="00482D78"/>
    <w:rsid w:val="004839C6"/>
    <w:rsid w:val="00483B73"/>
    <w:rsid w:val="00485C15"/>
    <w:rsid w:val="00490194"/>
    <w:rsid w:val="0049132B"/>
    <w:rsid w:val="0049145B"/>
    <w:rsid w:val="0049153E"/>
    <w:rsid w:val="0049298A"/>
    <w:rsid w:val="00494351"/>
    <w:rsid w:val="00495B84"/>
    <w:rsid w:val="004960F0"/>
    <w:rsid w:val="00496925"/>
    <w:rsid w:val="004976DD"/>
    <w:rsid w:val="004A06BF"/>
    <w:rsid w:val="004A0945"/>
    <w:rsid w:val="004A1ABC"/>
    <w:rsid w:val="004A3958"/>
    <w:rsid w:val="004A5B52"/>
    <w:rsid w:val="004A66CD"/>
    <w:rsid w:val="004A69BC"/>
    <w:rsid w:val="004A6BEF"/>
    <w:rsid w:val="004A7066"/>
    <w:rsid w:val="004A78D3"/>
    <w:rsid w:val="004B0223"/>
    <w:rsid w:val="004B17D7"/>
    <w:rsid w:val="004B1B40"/>
    <w:rsid w:val="004B2121"/>
    <w:rsid w:val="004B7337"/>
    <w:rsid w:val="004C00AC"/>
    <w:rsid w:val="004C1592"/>
    <w:rsid w:val="004C3220"/>
    <w:rsid w:val="004C3998"/>
    <w:rsid w:val="004C3D7D"/>
    <w:rsid w:val="004C65B4"/>
    <w:rsid w:val="004C7EEA"/>
    <w:rsid w:val="004D1433"/>
    <w:rsid w:val="004D187B"/>
    <w:rsid w:val="004D1DBE"/>
    <w:rsid w:val="004D54A9"/>
    <w:rsid w:val="004D5798"/>
    <w:rsid w:val="004D584E"/>
    <w:rsid w:val="004D5BC5"/>
    <w:rsid w:val="004E2D1F"/>
    <w:rsid w:val="004E3914"/>
    <w:rsid w:val="004E3968"/>
    <w:rsid w:val="004E3D80"/>
    <w:rsid w:val="004E5076"/>
    <w:rsid w:val="004E5381"/>
    <w:rsid w:val="004E7445"/>
    <w:rsid w:val="004F00C9"/>
    <w:rsid w:val="004F1751"/>
    <w:rsid w:val="004F25B9"/>
    <w:rsid w:val="004F2829"/>
    <w:rsid w:val="004F3076"/>
    <w:rsid w:val="004F4F7A"/>
    <w:rsid w:val="004F56DE"/>
    <w:rsid w:val="00500E28"/>
    <w:rsid w:val="005016E0"/>
    <w:rsid w:val="00504338"/>
    <w:rsid w:val="00504D56"/>
    <w:rsid w:val="005059F4"/>
    <w:rsid w:val="00510E2C"/>
    <w:rsid w:val="005135E9"/>
    <w:rsid w:val="005138FA"/>
    <w:rsid w:val="0051460B"/>
    <w:rsid w:val="00514EB2"/>
    <w:rsid w:val="00515BF0"/>
    <w:rsid w:val="00515C9E"/>
    <w:rsid w:val="00520551"/>
    <w:rsid w:val="0052308B"/>
    <w:rsid w:val="00525722"/>
    <w:rsid w:val="00525C49"/>
    <w:rsid w:val="00525FD5"/>
    <w:rsid w:val="00526D3F"/>
    <w:rsid w:val="00532A31"/>
    <w:rsid w:val="00533624"/>
    <w:rsid w:val="00535DA2"/>
    <w:rsid w:val="00535F98"/>
    <w:rsid w:val="005372B4"/>
    <w:rsid w:val="005405DB"/>
    <w:rsid w:val="00540C16"/>
    <w:rsid w:val="005420B1"/>
    <w:rsid w:val="0054346D"/>
    <w:rsid w:val="00544052"/>
    <w:rsid w:val="00544345"/>
    <w:rsid w:val="005453B5"/>
    <w:rsid w:val="00546821"/>
    <w:rsid w:val="00546A96"/>
    <w:rsid w:val="005503E7"/>
    <w:rsid w:val="00552DA1"/>
    <w:rsid w:val="005544F4"/>
    <w:rsid w:val="005554B9"/>
    <w:rsid w:val="005560A3"/>
    <w:rsid w:val="00556BE6"/>
    <w:rsid w:val="005574C3"/>
    <w:rsid w:val="0055750A"/>
    <w:rsid w:val="005576EF"/>
    <w:rsid w:val="00557F35"/>
    <w:rsid w:val="005607D3"/>
    <w:rsid w:val="0056136F"/>
    <w:rsid w:val="005619CE"/>
    <w:rsid w:val="005624BE"/>
    <w:rsid w:val="00563051"/>
    <w:rsid w:val="00564720"/>
    <w:rsid w:val="00566E1D"/>
    <w:rsid w:val="00567EEF"/>
    <w:rsid w:val="00570707"/>
    <w:rsid w:val="005713A5"/>
    <w:rsid w:val="005727DA"/>
    <w:rsid w:val="005732EA"/>
    <w:rsid w:val="00574039"/>
    <w:rsid w:val="005749F1"/>
    <w:rsid w:val="0057501C"/>
    <w:rsid w:val="005760B8"/>
    <w:rsid w:val="00577D40"/>
    <w:rsid w:val="00581239"/>
    <w:rsid w:val="00581DB5"/>
    <w:rsid w:val="00582DA9"/>
    <w:rsid w:val="00587572"/>
    <w:rsid w:val="005876B2"/>
    <w:rsid w:val="00587852"/>
    <w:rsid w:val="00591AFC"/>
    <w:rsid w:val="00593CAF"/>
    <w:rsid w:val="00595557"/>
    <w:rsid w:val="00596077"/>
    <w:rsid w:val="005A0729"/>
    <w:rsid w:val="005A0EA9"/>
    <w:rsid w:val="005A2D49"/>
    <w:rsid w:val="005A2E44"/>
    <w:rsid w:val="005A2E4D"/>
    <w:rsid w:val="005A33CF"/>
    <w:rsid w:val="005A3C0A"/>
    <w:rsid w:val="005A651B"/>
    <w:rsid w:val="005B10DA"/>
    <w:rsid w:val="005B4492"/>
    <w:rsid w:val="005B6FD8"/>
    <w:rsid w:val="005B710D"/>
    <w:rsid w:val="005C06B9"/>
    <w:rsid w:val="005C1B87"/>
    <w:rsid w:val="005C21A6"/>
    <w:rsid w:val="005C2301"/>
    <w:rsid w:val="005C286F"/>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119"/>
    <w:rsid w:val="005E58A6"/>
    <w:rsid w:val="005E5CCD"/>
    <w:rsid w:val="005E5DA3"/>
    <w:rsid w:val="005E6182"/>
    <w:rsid w:val="005E6F1E"/>
    <w:rsid w:val="005F0DEE"/>
    <w:rsid w:val="005F12F9"/>
    <w:rsid w:val="005F1F97"/>
    <w:rsid w:val="005F207C"/>
    <w:rsid w:val="005F3DF7"/>
    <w:rsid w:val="005F4C07"/>
    <w:rsid w:val="005F5517"/>
    <w:rsid w:val="005F6D15"/>
    <w:rsid w:val="005F6DB5"/>
    <w:rsid w:val="006015FA"/>
    <w:rsid w:val="0060172C"/>
    <w:rsid w:val="00601F9A"/>
    <w:rsid w:val="006022EC"/>
    <w:rsid w:val="006025CF"/>
    <w:rsid w:val="0060290F"/>
    <w:rsid w:val="00603969"/>
    <w:rsid w:val="00606718"/>
    <w:rsid w:val="00607B56"/>
    <w:rsid w:val="00610C88"/>
    <w:rsid w:val="006110A8"/>
    <w:rsid w:val="00612060"/>
    <w:rsid w:val="00612580"/>
    <w:rsid w:val="0061265C"/>
    <w:rsid w:val="00612778"/>
    <w:rsid w:val="00614862"/>
    <w:rsid w:val="006148AE"/>
    <w:rsid w:val="00614E6E"/>
    <w:rsid w:val="00615F9C"/>
    <w:rsid w:val="0061682B"/>
    <w:rsid w:val="0062024D"/>
    <w:rsid w:val="00620D67"/>
    <w:rsid w:val="00623FB7"/>
    <w:rsid w:val="006255FE"/>
    <w:rsid w:val="00625621"/>
    <w:rsid w:val="0062599C"/>
    <w:rsid w:val="006261D1"/>
    <w:rsid w:val="0062731C"/>
    <w:rsid w:val="006318D6"/>
    <w:rsid w:val="00635037"/>
    <w:rsid w:val="0064049B"/>
    <w:rsid w:val="00640844"/>
    <w:rsid w:val="00641324"/>
    <w:rsid w:val="006419A8"/>
    <w:rsid w:val="0064315A"/>
    <w:rsid w:val="00643F01"/>
    <w:rsid w:val="00645920"/>
    <w:rsid w:val="00645B57"/>
    <w:rsid w:val="00646166"/>
    <w:rsid w:val="006472C6"/>
    <w:rsid w:val="0065086A"/>
    <w:rsid w:val="006554B5"/>
    <w:rsid w:val="006554CF"/>
    <w:rsid w:val="00655A10"/>
    <w:rsid w:val="0065608F"/>
    <w:rsid w:val="00657371"/>
    <w:rsid w:val="006576B9"/>
    <w:rsid w:val="006601FF"/>
    <w:rsid w:val="00661B6B"/>
    <w:rsid w:val="00662A2D"/>
    <w:rsid w:val="0066408D"/>
    <w:rsid w:val="006654B5"/>
    <w:rsid w:val="00670F55"/>
    <w:rsid w:val="00671A0E"/>
    <w:rsid w:val="00672D39"/>
    <w:rsid w:val="00673FAF"/>
    <w:rsid w:val="006771B7"/>
    <w:rsid w:val="0068069E"/>
    <w:rsid w:val="00681EC3"/>
    <w:rsid w:val="0068219C"/>
    <w:rsid w:val="00682310"/>
    <w:rsid w:val="00682EB6"/>
    <w:rsid w:val="006839F2"/>
    <w:rsid w:val="00684160"/>
    <w:rsid w:val="00684D9E"/>
    <w:rsid w:val="00684E8C"/>
    <w:rsid w:val="006851AF"/>
    <w:rsid w:val="0068671C"/>
    <w:rsid w:val="00686D26"/>
    <w:rsid w:val="00687A74"/>
    <w:rsid w:val="006907BD"/>
    <w:rsid w:val="00691345"/>
    <w:rsid w:val="006918F5"/>
    <w:rsid w:val="00693A2B"/>
    <w:rsid w:val="00695036"/>
    <w:rsid w:val="006967CF"/>
    <w:rsid w:val="006969D2"/>
    <w:rsid w:val="00696DC2"/>
    <w:rsid w:val="00697882"/>
    <w:rsid w:val="006A27A0"/>
    <w:rsid w:val="006A4B56"/>
    <w:rsid w:val="006A590B"/>
    <w:rsid w:val="006A7287"/>
    <w:rsid w:val="006A7406"/>
    <w:rsid w:val="006B2C22"/>
    <w:rsid w:val="006B33CA"/>
    <w:rsid w:val="006B455F"/>
    <w:rsid w:val="006B4D0E"/>
    <w:rsid w:val="006B4E66"/>
    <w:rsid w:val="006B5B4C"/>
    <w:rsid w:val="006B5C7E"/>
    <w:rsid w:val="006B5EE6"/>
    <w:rsid w:val="006C01CF"/>
    <w:rsid w:val="006C0881"/>
    <w:rsid w:val="006C1D51"/>
    <w:rsid w:val="006C2B36"/>
    <w:rsid w:val="006C2F7C"/>
    <w:rsid w:val="006C372A"/>
    <w:rsid w:val="006C4385"/>
    <w:rsid w:val="006C48A8"/>
    <w:rsid w:val="006C49BC"/>
    <w:rsid w:val="006C66B3"/>
    <w:rsid w:val="006C72BA"/>
    <w:rsid w:val="006C78C1"/>
    <w:rsid w:val="006C7A9A"/>
    <w:rsid w:val="006D2BDE"/>
    <w:rsid w:val="006D321A"/>
    <w:rsid w:val="006D3F15"/>
    <w:rsid w:val="006D48F8"/>
    <w:rsid w:val="006D77C8"/>
    <w:rsid w:val="006E27BF"/>
    <w:rsid w:val="006E369B"/>
    <w:rsid w:val="006E4FEC"/>
    <w:rsid w:val="006E50C6"/>
    <w:rsid w:val="006E59F6"/>
    <w:rsid w:val="006F003D"/>
    <w:rsid w:val="006F11EE"/>
    <w:rsid w:val="006F3E65"/>
    <w:rsid w:val="006F4FA2"/>
    <w:rsid w:val="006F5908"/>
    <w:rsid w:val="006F599E"/>
    <w:rsid w:val="007029A5"/>
    <w:rsid w:val="0070354A"/>
    <w:rsid w:val="00703D92"/>
    <w:rsid w:val="00710E98"/>
    <w:rsid w:val="00711159"/>
    <w:rsid w:val="00711308"/>
    <w:rsid w:val="007152D8"/>
    <w:rsid w:val="00720CE3"/>
    <w:rsid w:val="00723DA0"/>
    <w:rsid w:val="00723F01"/>
    <w:rsid w:val="007245E7"/>
    <w:rsid w:val="00725956"/>
    <w:rsid w:val="007263F1"/>
    <w:rsid w:val="00726EB0"/>
    <w:rsid w:val="007320E0"/>
    <w:rsid w:val="00733139"/>
    <w:rsid w:val="00733B2E"/>
    <w:rsid w:val="00733EDE"/>
    <w:rsid w:val="00734E81"/>
    <w:rsid w:val="00736161"/>
    <w:rsid w:val="00740380"/>
    <w:rsid w:val="00740FB1"/>
    <w:rsid w:val="007425BB"/>
    <w:rsid w:val="00742EE3"/>
    <w:rsid w:val="007450B7"/>
    <w:rsid w:val="00745989"/>
    <w:rsid w:val="00745FCF"/>
    <w:rsid w:val="007510BF"/>
    <w:rsid w:val="007516C5"/>
    <w:rsid w:val="00751DA9"/>
    <w:rsid w:val="00756098"/>
    <w:rsid w:val="007565BF"/>
    <w:rsid w:val="00756A7B"/>
    <w:rsid w:val="00760A97"/>
    <w:rsid w:val="00760D9F"/>
    <w:rsid w:val="007622A9"/>
    <w:rsid w:val="0076267B"/>
    <w:rsid w:val="00763D5E"/>
    <w:rsid w:val="00764C30"/>
    <w:rsid w:val="00765184"/>
    <w:rsid w:val="0077013E"/>
    <w:rsid w:val="00771449"/>
    <w:rsid w:val="007732C2"/>
    <w:rsid w:val="00773AE7"/>
    <w:rsid w:val="007755E3"/>
    <w:rsid w:val="00775F47"/>
    <w:rsid w:val="007764A6"/>
    <w:rsid w:val="00776EBF"/>
    <w:rsid w:val="007772CC"/>
    <w:rsid w:val="00777522"/>
    <w:rsid w:val="0077791A"/>
    <w:rsid w:val="0078007C"/>
    <w:rsid w:val="007800BC"/>
    <w:rsid w:val="00782E5C"/>
    <w:rsid w:val="00783976"/>
    <w:rsid w:val="00784974"/>
    <w:rsid w:val="007854FF"/>
    <w:rsid w:val="00790ABE"/>
    <w:rsid w:val="00791BAF"/>
    <w:rsid w:val="00793B35"/>
    <w:rsid w:val="00793CD4"/>
    <w:rsid w:val="0079586A"/>
    <w:rsid w:val="00797F40"/>
    <w:rsid w:val="007A0BFA"/>
    <w:rsid w:val="007A316D"/>
    <w:rsid w:val="007A46E2"/>
    <w:rsid w:val="007A492D"/>
    <w:rsid w:val="007A4F1D"/>
    <w:rsid w:val="007A57C4"/>
    <w:rsid w:val="007A6254"/>
    <w:rsid w:val="007A7970"/>
    <w:rsid w:val="007B05F3"/>
    <w:rsid w:val="007B0CEE"/>
    <w:rsid w:val="007B101D"/>
    <w:rsid w:val="007B104A"/>
    <w:rsid w:val="007B1111"/>
    <w:rsid w:val="007B188D"/>
    <w:rsid w:val="007B2739"/>
    <w:rsid w:val="007B28D4"/>
    <w:rsid w:val="007B449F"/>
    <w:rsid w:val="007B4C70"/>
    <w:rsid w:val="007B4DAB"/>
    <w:rsid w:val="007B604B"/>
    <w:rsid w:val="007B7B3A"/>
    <w:rsid w:val="007C06C3"/>
    <w:rsid w:val="007C1F9E"/>
    <w:rsid w:val="007C205B"/>
    <w:rsid w:val="007C3CD3"/>
    <w:rsid w:val="007C5A5C"/>
    <w:rsid w:val="007C5B8C"/>
    <w:rsid w:val="007C5C6E"/>
    <w:rsid w:val="007C613A"/>
    <w:rsid w:val="007C6926"/>
    <w:rsid w:val="007C7D9E"/>
    <w:rsid w:val="007D0550"/>
    <w:rsid w:val="007D11FE"/>
    <w:rsid w:val="007D1744"/>
    <w:rsid w:val="007D4E46"/>
    <w:rsid w:val="007D5C15"/>
    <w:rsid w:val="007D5C54"/>
    <w:rsid w:val="007D736C"/>
    <w:rsid w:val="007E03B3"/>
    <w:rsid w:val="007E1257"/>
    <w:rsid w:val="007E1EFA"/>
    <w:rsid w:val="007E2D78"/>
    <w:rsid w:val="007E317D"/>
    <w:rsid w:val="007E3DA0"/>
    <w:rsid w:val="007E58CC"/>
    <w:rsid w:val="007F005D"/>
    <w:rsid w:val="007F3AAF"/>
    <w:rsid w:val="007F48C1"/>
    <w:rsid w:val="007F50ED"/>
    <w:rsid w:val="007F54B0"/>
    <w:rsid w:val="007F5750"/>
    <w:rsid w:val="007F76AF"/>
    <w:rsid w:val="0080105C"/>
    <w:rsid w:val="0080313B"/>
    <w:rsid w:val="0080431D"/>
    <w:rsid w:val="00805EFC"/>
    <w:rsid w:val="00805FAA"/>
    <w:rsid w:val="0080644F"/>
    <w:rsid w:val="00806B38"/>
    <w:rsid w:val="00806C99"/>
    <w:rsid w:val="00807446"/>
    <w:rsid w:val="0081011B"/>
    <w:rsid w:val="008124BD"/>
    <w:rsid w:val="0081496D"/>
    <w:rsid w:val="00815B14"/>
    <w:rsid w:val="00816053"/>
    <w:rsid w:val="0081627D"/>
    <w:rsid w:val="0081675C"/>
    <w:rsid w:val="00816E10"/>
    <w:rsid w:val="00820009"/>
    <w:rsid w:val="0082484B"/>
    <w:rsid w:val="00830482"/>
    <w:rsid w:val="008315C8"/>
    <w:rsid w:val="00832136"/>
    <w:rsid w:val="00832E37"/>
    <w:rsid w:val="008351F0"/>
    <w:rsid w:val="00835CAE"/>
    <w:rsid w:val="008378E0"/>
    <w:rsid w:val="0084083A"/>
    <w:rsid w:val="00840F72"/>
    <w:rsid w:val="00843019"/>
    <w:rsid w:val="00843BE5"/>
    <w:rsid w:val="00844956"/>
    <w:rsid w:val="00844B99"/>
    <w:rsid w:val="00851BF5"/>
    <w:rsid w:val="00851D9D"/>
    <w:rsid w:val="00854723"/>
    <w:rsid w:val="00855524"/>
    <w:rsid w:val="0085633D"/>
    <w:rsid w:val="00857484"/>
    <w:rsid w:val="008606BA"/>
    <w:rsid w:val="0086109A"/>
    <w:rsid w:val="008612C2"/>
    <w:rsid w:val="00863217"/>
    <w:rsid w:val="008637B4"/>
    <w:rsid w:val="00863FAA"/>
    <w:rsid w:val="00864405"/>
    <w:rsid w:val="008654DE"/>
    <w:rsid w:val="008663CB"/>
    <w:rsid w:val="00866567"/>
    <w:rsid w:val="008707BB"/>
    <w:rsid w:val="00872602"/>
    <w:rsid w:val="008728A8"/>
    <w:rsid w:val="00872F7D"/>
    <w:rsid w:val="00874BD2"/>
    <w:rsid w:val="00877117"/>
    <w:rsid w:val="008801F6"/>
    <w:rsid w:val="00882681"/>
    <w:rsid w:val="008839B6"/>
    <w:rsid w:val="0088404F"/>
    <w:rsid w:val="00885F39"/>
    <w:rsid w:val="00886C2A"/>
    <w:rsid w:val="0088730E"/>
    <w:rsid w:val="008903AD"/>
    <w:rsid w:val="00890824"/>
    <w:rsid w:val="0089199F"/>
    <w:rsid w:val="00891CAE"/>
    <w:rsid w:val="00892EAE"/>
    <w:rsid w:val="00893A13"/>
    <w:rsid w:val="0089532C"/>
    <w:rsid w:val="00895D1B"/>
    <w:rsid w:val="008960D8"/>
    <w:rsid w:val="008A3073"/>
    <w:rsid w:val="008A416E"/>
    <w:rsid w:val="008A4589"/>
    <w:rsid w:val="008A4F41"/>
    <w:rsid w:val="008A54A8"/>
    <w:rsid w:val="008A7AD4"/>
    <w:rsid w:val="008B263B"/>
    <w:rsid w:val="008B5C27"/>
    <w:rsid w:val="008B61D1"/>
    <w:rsid w:val="008B645F"/>
    <w:rsid w:val="008B6B0D"/>
    <w:rsid w:val="008B7679"/>
    <w:rsid w:val="008B7FBE"/>
    <w:rsid w:val="008C181D"/>
    <w:rsid w:val="008C190E"/>
    <w:rsid w:val="008C1B76"/>
    <w:rsid w:val="008C2C04"/>
    <w:rsid w:val="008C2FCB"/>
    <w:rsid w:val="008C33E4"/>
    <w:rsid w:val="008C3ED9"/>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B31"/>
    <w:rsid w:val="008F7C7B"/>
    <w:rsid w:val="0090223C"/>
    <w:rsid w:val="00903E77"/>
    <w:rsid w:val="00906170"/>
    <w:rsid w:val="00907293"/>
    <w:rsid w:val="0091020D"/>
    <w:rsid w:val="00910979"/>
    <w:rsid w:val="009125D0"/>
    <w:rsid w:val="009133E4"/>
    <w:rsid w:val="0091613A"/>
    <w:rsid w:val="0091688E"/>
    <w:rsid w:val="0092074B"/>
    <w:rsid w:val="00920FAC"/>
    <w:rsid w:val="00921115"/>
    <w:rsid w:val="0093075A"/>
    <w:rsid w:val="00931882"/>
    <w:rsid w:val="00931B78"/>
    <w:rsid w:val="00933A2C"/>
    <w:rsid w:val="00934530"/>
    <w:rsid w:val="00935635"/>
    <w:rsid w:val="00935EDE"/>
    <w:rsid w:val="00936FE5"/>
    <w:rsid w:val="0094312B"/>
    <w:rsid w:val="009436E4"/>
    <w:rsid w:val="00944F9F"/>
    <w:rsid w:val="009456C2"/>
    <w:rsid w:val="00945D6A"/>
    <w:rsid w:val="00946EA0"/>
    <w:rsid w:val="00950E83"/>
    <w:rsid w:val="00957454"/>
    <w:rsid w:val="009578B9"/>
    <w:rsid w:val="00960695"/>
    <w:rsid w:val="0096115B"/>
    <w:rsid w:val="009614AE"/>
    <w:rsid w:val="00962197"/>
    <w:rsid w:val="00963D4E"/>
    <w:rsid w:val="00963F04"/>
    <w:rsid w:val="00965C0E"/>
    <w:rsid w:val="00965D2E"/>
    <w:rsid w:val="00966D6D"/>
    <w:rsid w:val="0097177B"/>
    <w:rsid w:val="009738B6"/>
    <w:rsid w:val="00976ED9"/>
    <w:rsid w:val="0097706A"/>
    <w:rsid w:val="009779BF"/>
    <w:rsid w:val="00980898"/>
    <w:rsid w:val="00981E91"/>
    <w:rsid w:val="009829C1"/>
    <w:rsid w:val="00983272"/>
    <w:rsid w:val="00984B31"/>
    <w:rsid w:val="00985561"/>
    <w:rsid w:val="009856A4"/>
    <w:rsid w:val="00987B0F"/>
    <w:rsid w:val="00992DD9"/>
    <w:rsid w:val="00995A5A"/>
    <w:rsid w:val="009968C5"/>
    <w:rsid w:val="009975DD"/>
    <w:rsid w:val="009A1C29"/>
    <w:rsid w:val="009A23AB"/>
    <w:rsid w:val="009A3870"/>
    <w:rsid w:val="009A414B"/>
    <w:rsid w:val="009A4311"/>
    <w:rsid w:val="009A6456"/>
    <w:rsid w:val="009B101B"/>
    <w:rsid w:val="009B3AC9"/>
    <w:rsid w:val="009B3EBD"/>
    <w:rsid w:val="009B6BEC"/>
    <w:rsid w:val="009C062E"/>
    <w:rsid w:val="009C0D21"/>
    <w:rsid w:val="009C1E24"/>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5BCF"/>
    <w:rsid w:val="009D6FB9"/>
    <w:rsid w:val="009E0891"/>
    <w:rsid w:val="009E3225"/>
    <w:rsid w:val="009E59F1"/>
    <w:rsid w:val="009E62CE"/>
    <w:rsid w:val="009E6697"/>
    <w:rsid w:val="009E72EA"/>
    <w:rsid w:val="009F0441"/>
    <w:rsid w:val="009F222B"/>
    <w:rsid w:val="009F274A"/>
    <w:rsid w:val="009F2CE8"/>
    <w:rsid w:val="009F3B8D"/>
    <w:rsid w:val="009F3C5F"/>
    <w:rsid w:val="009F431A"/>
    <w:rsid w:val="009F46C7"/>
    <w:rsid w:val="009F4F1A"/>
    <w:rsid w:val="009F6A39"/>
    <w:rsid w:val="009F6CF9"/>
    <w:rsid w:val="009F7C1E"/>
    <w:rsid w:val="00A0169C"/>
    <w:rsid w:val="00A01DED"/>
    <w:rsid w:val="00A023F3"/>
    <w:rsid w:val="00A02B2C"/>
    <w:rsid w:val="00A0546E"/>
    <w:rsid w:val="00A06568"/>
    <w:rsid w:val="00A10CE9"/>
    <w:rsid w:val="00A10DD1"/>
    <w:rsid w:val="00A110A4"/>
    <w:rsid w:val="00A12678"/>
    <w:rsid w:val="00A12922"/>
    <w:rsid w:val="00A165CF"/>
    <w:rsid w:val="00A17049"/>
    <w:rsid w:val="00A17218"/>
    <w:rsid w:val="00A175A2"/>
    <w:rsid w:val="00A232C1"/>
    <w:rsid w:val="00A2347F"/>
    <w:rsid w:val="00A23C1C"/>
    <w:rsid w:val="00A24468"/>
    <w:rsid w:val="00A246CF"/>
    <w:rsid w:val="00A24D95"/>
    <w:rsid w:val="00A25985"/>
    <w:rsid w:val="00A25D96"/>
    <w:rsid w:val="00A27767"/>
    <w:rsid w:val="00A304B5"/>
    <w:rsid w:val="00A30DBC"/>
    <w:rsid w:val="00A31956"/>
    <w:rsid w:val="00A32494"/>
    <w:rsid w:val="00A3494F"/>
    <w:rsid w:val="00A419D6"/>
    <w:rsid w:val="00A41BD8"/>
    <w:rsid w:val="00A420FC"/>
    <w:rsid w:val="00A42725"/>
    <w:rsid w:val="00A4485C"/>
    <w:rsid w:val="00A51075"/>
    <w:rsid w:val="00A52B84"/>
    <w:rsid w:val="00A53440"/>
    <w:rsid w:val="00A539EF"/>
    <w:rsid w:val="00A56694"/>
    <w:rsid w:val="00A614F4"/>
    <w:rsid w:val="00A62EA6"/>
    <w:rsid w:val="00A650EA"/>
    <w:rsid w:val="00A670A9"/>
    <w:rsid w:val="00A67B56"/>
    <w:rsid w:val="00A67D5C"/>
    <w:rsid w:val="00A71314"/>
    <w:rsid w:val="00A72FD8"/>
    <w:rsid w:val="00A73801"/>
    <w:rsid w:val="00A74638"/>
    <w:rsid w:val="00A74808"/>
    <w:rsid w:val="00A764DB"/>
    <w:rsid w:val="00A76FE8"/>
    <w:rsid w:val="00A77800"/>
    <w:rsid w:val="00A82A96"/>
    <w:rsid w:val="00A84072"/>
    <w:rsid w:val="00A8524E"/>
    <w:rsid w:val="00A87820"/>
    <w:rsid w:val="00A9102B"/>
    <w:rsid w:val="00AA07F2"/>
    <w:rsid w:val="00AA0B64"/>
    <w:rsid w:val="00AA0C52"/>
    <w:rsid w:val="00AA10D5"/>
    <w:rsid w:val="00AA1284"/>
    <w:rsid w:val="00AA2A2B"/>
    <w:rsid w:val="00AA5B41"/>
    <w:rsid w:val="00AA5D4D"/>
    <w:rsid w:val="00AA680C"/>
    <w:rsid w:val="00AA6E0D"/>
    <w:rsid w:val="00AA758D"/>
    <w:rsid w:val="00AB0AAA"/>
    <w:rsid w:val="00AB251B"/>
    <w:rsid w:val="00AB3489"/>
    <w:rsid w:val="00AB5BCC"/>
    <w:rsid w:val="00AB7621"/>
    <w:rsid w:val="00AC06BB"/>
    <w:rsid w:val="00AC1480"/>
    <w:rsid w:val="00AC1F43"/>
    <w:rsid w:val="00AC2138"/>
    <w:rsid w:val="00AC2544"/>
    <w:rsid w:val="00AC2FBF"/>
    <w:rsid w:val="00AC3019"/>
    <w:rsid w:val="00AC4AF5"/>
    <w:rsid w:val="00AC5927"/>
    <w:rsid w:val="00AC608E"/>
    <w:rsid w:val="00AC659A"/>
    <w:rsid w:val="00AC6EF1"/>
    <w:rsid w:val="00AC7AFC"/>
    <w:rsid w:val="00AD17D7"/>
    <w:rsid w:val="00AD2B7D"/>
    <w:rsid w:val="00AD315F"/>
    <w:rsid w:val="00AD3B11"/>
    <w:rsid w:val="00AD4325"/>
    <w:rsid w:val="00AD4DBA"/>
    <w:rsid w:val="00AD5EAE"/>
    <w:rsid w:val="00AD6A9F"/>
    <w:rsid w:val="00AD6D77"/>
    <w:rsid w:val="00AD6ED8"/>
    <w:rsid w:val="00AD7719"/>
    <w:rsid w:val="00AD7BD7"/>
    <w:rsid w:val="00AE1E5B"/>
    <w:rsid w:val="00AE2241"/>
    <w:rsid w:val="00AE2525"/>
    <w:rsid w:val="00AE53BC"/>
    <w:rsid w:val="00AE5555"/>
    <w:rsid w:val="00AE6D46"/>
    <w:rsid w:val="00AE77BF"/>
    <w:rsid w:val="00AF13D5"/>
    <w:rsid w:val="00AF214C"/>
    <w:rsid w:val="00AF269A"/>
    <w:rsid w:val="00AF45AB"/>
    <w:rsid w:val="00AF5819"/>
    <w:rsid w:val="00B00268"/>
    <w:rsid w:val="00B00924"/>
    <w:rsid w:val="00B009B3"/>
    <w:rsid w:val="00B01379"/>
    <w:rsid w:val="00B027A0"/>
    <w:rsid w:val="00B02E18"/>
    <w:rsid w:val="00B03458"/>
    <w:rsid w:val="00B052E4"/>
    <w:rsid w:val="00B06466"/>
    <w:rsid w:val="00B10484"/>
    <w:rsid w:val="00B11FFF"/>
    <w:rsid w:val="00B12733"/>
    <w:rsid w:val="00B14812"/>
    <w:rsid w:val="00B15E5B"/>
    <w:rsid w:val="00B160FA"/>
    <w:rsid w:val="00B16A44"/>
    <w:rsid w:val="00B16E64"/>
    <w:rsid w:val="00B23B8A"/>
    <w:rsid w:val="00B2439C"/>
    <w:rsid w:val="00B2528A"/>
    <w:rsid w:val="00B25E03"/>
    <w:rsid w:val="00B274A9"/>
    <w:rsid w:val="00B274B0"/>
    <w:rsid w:val="00B27E31"/>
    <w:rsid w:val="00B300C1"/>
    <w:rsid w:val="00B31C1C"/>
    <w:rsid w:val="00B31CAE"/>
    <w:rsid w:val="00B32151"/>
    <w:rsid w:val="00B32F4C"/>
    <w:rsid w:val="00B35A46"/>
    <w:rsid w:val="00B35B32"/>
    <w:rsid w:val="00B373EE"/>
    <w:rsid w:val="00B42AA4"/>
    <w:rsid w:val="00B42C42"/>
    <w:rsid w:val="00B46895"/>
    <w:rsid w:val="00B47F2E"/>
    <w:rsid w:val="00B5099C"/>
    <w:rsid w:val="00B51123"/>
    <w:rsid w:val="00B517E9"/>
    <w:rsid w:val="00B5190C"/>
    <w:rsid w:val="00B51E89"/>
    <w:rsid w:val="00B5371D"/>
    <w:rsid w:val="00B5457B"/>
    <w:rsid w:val="00B54CD0"/>
    <w:rsid w:val="00B55624"/>
    <w:rsid w:val="00B55ACF"/>
    <w:rsid w:val="00B569AB"/>
    <w:rsid w:val="00B57CF2"/>
    <w:rsid w:val="00B60370"/>
    <w:rsid w:val="00B62182"/>
    <w:rsid w:val="00B622DE"/>
    <w:rsid w:val="00B62ED6"/>
    <w:rsid w:val="00B6371B"/>
    <w:rsid w:val="00B6396C"/>
    <w:rsid w:val="00B643D4"/>
    <w:rsid w:val="00B6450B"/>
    <w:rsid w:val="00B64F18"/>
    <w:rsid w:val="00B66050"/>
    <w:rsid w:val="00B66A38"/>
    <w:rsid w:val="00B70970"/>
    <w:rsid w:val="00B70973"/>
    <w:rsid w:val="00B7161B"/>
    <w:rsid w:val="00B72D57"/>
    <w:rsid w:val="00B74B2C"/>
    <w:rsid w:val="00B83B13"/>
    <w:rsid w:val="00B83B2D"/>
    <w:rsid w:val="00B85B1D"/>
    <w:rsid w:val="00B87362"/>
    <w:rsid w:val="00B873B9"/>
    <w:rsid w:val="00B8742D"/>
    <w:rsid w:val="00B87B50"/>
    <w:rsid w:val="00B87F5F"/>
    <w:rsid w:val="00B90B8E"/>
    <w:rsid w:val="00B90FD0"/>
    <w:rsid w:val="00B912ED"/>
    <w:rsid w:val="00B92FB1"/>
    <w:rsid w:val="00B934FD"/>
    <w:rsid w:val="00B94202"/>
    <w:rsid w:val="00B978B9"/>
    <w:rsid w:val="00BA164B"/>
    <w:rsid w:val="00BA2B3D"/>
    <w:rsid w:val="00BA44DE"/>
    <w:rsid w:val="00BA5798"/>
    <w:rsid w:val="00BA6122"/>
    <w:rsid w:val="00BA67C8"/>
    <w:rsid w:val="00BA76BD"/>
    <w:rsid w:val="00BA7BF9"/>
    <w:rsid w:val="00BB016A"/>
    <w:rsid w:val="00BB0409"/>
    <w:rsid w:val="00BB2282"/>
    <w:rsid w:val="00BB2DCC"/>
    <w:rsid w:val="00BB2F74"/>
    <w:rsid w:val="00BB5EDC"/>
    <w:rsid w:val="00BB5F9E"/>
    <w:rsid w:val="00BB74AF"/>
    <w:rsid w:val="00BC0619"/>
    <w:rsid w:val="00BC08D2"/>
    <w:rsid w:val="00BC27DD"/>
    <w:rsid w:val="00BC29B3"/>
    <w:rsid w:val="00BC2EEB"/>
    <w:rsid w:val="00BC3A33"/>
    <w:rsid w:val="00BC64A4"/>
    <w:rsid w:val="00BD193B"/>
    <w:rsid w:val="00BD2D85"/>
    <w:rsid w:val="00BD45BC"/>
    <w:rsid w:val="00BD546A"/>
    <w:rsid w:val="00BD68F1"/>
    <w:rsid w:val="00BD7818"/>
    <w:rsid w:val="00BE179C"/>
    <w:rsid w:val="00BE2B9E"/>
    <w:rsid w:val="00BE2CCB"/>
    <w:rsid w:val="00BE3113"/>
    <w:rsid w:val="00BE4B83"/>
    <w:rsid w:val="00BE5C12"/>
    <w:rsid w:val="00BE7E2C"/>
    <w:rsid w:val="00BF08E5"/>
    <w:rsid w:val="00BF0D4A"/>
    <w:rsid w:val="00BF1D75"/>
    <w:rsid w:val="00BF4238"/>
    <w:rsid w:val="00BF4818"/>
    <w:rsid w:val="00BF4F2B"/>
    <w:rsid w:val="00BF572C"/>
    <w:rsid w:val="00BF6944"/>
    <w:rsid w:val="00BF69BA"/>
    <w:rsid w:val="00BF72A5"/>
    <w:rsid w:val="00BF73B9"/>
    <w:rsid w:val="00C00505"/>
    <w:rsid w:val="00C02982"/>
    <w:rsid w:val="00C03438"/>
    <w:rsid w:val="00C03F57"/>
    <w:rsid w:val="00C0704B"/>
    <w:rsid w:val="00C07CA1"/>
    <w:rsid w:val="00C10189"/>
    <w:rsid w:val="00C1050D"/>
    <w:rsid w:val="00C10E75"/>
    <w:rsid w:val="00C12346"/>
    <w:rsid w:val="00C12BE7"/>
    <w:rsid w:val="00C13B52"/>
    <w:rsid w:val="00C1434C"/>
    <w:rsid w:val="00C151BE"/>
    <w:rsid w:val="00C151EE"/>
    <w:rsid w:val="00C159CF"/>
    <w:rsid w:val="00C21B90"/>
    <w:rsid w:val="00C21E6F"/>
    <w:rsid w:val="00C22E05"/>
    <w:rsid w:val="00C23C45"/>
    <w:rsid w:val="00C247EB"/>
    <w:rsid w:val="00C2668A"/>
    <w:rsid w:val="00C30BFC"/>
    <w:rsid w:val="00C30D88"/>
    <w:rsid w:val="00C31F14"/>
    <w:rsid w:val="00C3445B"/>
    <w:rsid w:val="00C349E0"/>
    <w:rsid w:val="00C35A18"/>
    <w:rsid w:val="00C35AFD"/>
    <w:rsid w:val="00C35B3F"/>
    <w:rsid w:val="00C35B4F"/>
    <w:rsid w:val="00C36B55"/>
    <w:rsid w:val="00C36B8E"/>
    <w:rsid w:val="00C37F94"/>
    <w:rsid w:val="00C402AC"/>
    <w:rsid w:val="00C431E8"/>
    <w:rsid w:val="00C44B70"/>
    <w:rsid w:val="00C46BCE"/>
    <w:rsid w:val="00C506C0"/>
    <w:rsid w:val="00C50970"/>
    <w:rsid w:val="00C53DF8"/>
    <w:rsid w:val="00C54A21"/>
    <w:rsid w:val="00C54D43"/>
    <w:rsid w:val="00C55888"/>
    <w:rsid w:val="00C57AAC"/>
    <w:rsid w:val="00C57CE9"/>
    <w:rsid w:val="00C57EC4"/>
    <w:rsid w:val="00C65C48"/>
    <w:rsid w:val="00C66EF0"/>
    <w:rsid w:val="00C705EA"/>
    <w:rsid w:val="00C70675"/>
    <w:rsid w:val="00C718AA"/>
    <w:rsid w:val="00C723C5"/>
    <w:rsid w:val="00C723CE"/>
    <w:rsid w:val="00C723DC"/>
    <w:rsid w:val="00C72703"/>
    <w:rsid w:val="00C72BDD"/>
    <w:rsid w:val="00C73945"/>
    <w:rsid w:val="00C75632"/>
    <w:rsid w:val="00C756DE"/>
    <w:rsid w:val="00C77946"/>
    <w:rsid w:val="00C77D05"/>
    <w:rsid w:val="00C80A7F"/>
    <w:rsid w:val="00C80BDE"/>
    <w:rsid w:val="00C810B1"/>
    <w:rsid w:val="00C81160"/>
    <w:rsid w:val="00C8160E"/>
    <w:rsid w:val="00C8175D"/>
    <w:rsid w:val="00C82DE1"/>
    <w:rsid w:val="00C830CF"/>
    <w:rsid w:val="00C83C9E"/>
    <w:rsid w:val="00C84142"/>
    <w:rsid w:val="00C848B0"/>
    <w:rsid w:val="00C86AB1"/>
    <w:rsid w:val="00C86C16"/>
    <w:rsid w:val="00C872DC"/>
    <w:rsid w:val="00C901D8"/>
    <w:rsid w:val="00C91042"/>
    <w:rsid w:val="00C9131E"/>
    <w:rsid w:val="00C92ED3"/>
    <w:rsid w:val="00C946E6"/>
    <w:rsid w:val="00C96CC7"/>
    <w:rsid w:val="00CA292A"/>
    <w:rsid w:val="00CA2B55"/>
    <w:rsid w:val="00CA37E2"/>
    <w:rsid w:val="00CA3AF3"/>
    <w:rsid w:val="00CA4485"/>
    <w:rsid w:val="00CA46DE"/>
    <w:rsid w:val="00CA7A88"/>
    <w:rsid w:val="00CB1478"/>
    <w:rsid w:val="00CB1CBC"/>
    <w:rsid w:val="00CB488A"/>
    <w:rsid w:val="00CB5406"/>
    <w:rsid w:val="00CC0CE6"/>
    <w:rsid w:val="00CC0D4C"/>
    <w:rsid w:val="00CC167F"/>
    <w:rsid w:val="00CC3723"/>
    <w:rsid w:val="00CC4A05"/>
    <w:rsid w:val="00CC4CE1"/>
    <w:rsid w:val="00CC537A"/>
    <w:rsid w:val="00CC643B"/>
    <w:rsid w:val="00CC69E2"/>
    <w:rsid w:val="00CC6DE8"/>
    <w:rsid w:val="00CC777C"/>
    <w:rsid w:val="00CD15F7"/>
    <w:rsid w:val="00CD166E"/>
    <w:rsid w:val="00CD44EB"/>
    <w:rsid w:val="00CD4A8B"/>
    <w:rsid w:val="00CD5356"/>
    <w:rsid w:val="00CD5A8F"/>
    <w:rsid w:val="00CD5DBF"/>
    <w:rsid w:val="00CD6910"/>
    <w:rsid w:val="00CD69F8"/>
    <w:rsid w:val="00CE09E8"/>
    <w:rsid w:val="00CE176A"/>
    <w:rsid w:val="00CE178E"/>
    <w:rsid w:val="00CE311E"/>
    <w:rsid w:val="00CE4139"/>
    <w:rsid w:val="00CE77F0"/>
    <w:rsid w:val="00CF0AF3"/>
    <w:rsid w:val="00CF0CBC"/>
    <w:rsid w:val="00CF260D"/>
    <w:rsid w:val="00CF2B1C"/>
    <w:rsid w:val="00CF3758"/>
    <w:rsid w:val="00CF3B5E"/>
    <w:rsid w:val="00CF4853"/>
    <w:rsid w:val="00CF505A"/>
    <w:rsid w:val="00CF6F3F"/>
    <w:rsid w:val="00CF79F6"/>
    <w:rsid w:val="00D009E7"/>
    <w:rsid w:val="00D02C5D"/>
    <w:rsid w:val="00D03CC0"/>
    <w:rsid w:val="00D04A8A"/>
    <w:rsid w:val="00D04D9B"/>
    <w:rsid w:val="00D0663A"/>
    <w:rsid w:val="00D07D44"/>
    <w:rsid w:val="00D11A45"/>
    <w:rsid w:val="00D11C3B"/>
    <w:rsid w:val="00D13BDE"/>
    <w:rsid w:val="00D156CE"/>
    <w:rsid w:val="00D15707"/>
    <w:rsid w:val="00D1598D"/>
    <w:rsid w:val="00D1617B"/>
    <w:rsid w:val="00D1627B"/>
    <w:rsid w:val="00D16434"/>
    <w:rsid w:val="00D1732B"/>
    <w:rsid w:val="00D174FB"/>
    <w:rsid w:val="00D2022A"/>
    <w:rsid w:val="00D205CD"/>
    <w:rsid w:val="00D248CC"/>
    <w:rsid w:val="00D2510E"/>
    <w:rsid w:val="00D25F24"/>
    <w:rsid w:val="00D265D9"/>
    <w:rsid w:val="00D373F3"/>
    <w:rsid w:val="00D37F01"/>
    <w:rsid w:val="00D4070A"/>
    <w:rsid w:val="00D4124B"/>
    <w:rsid w:val="00D41A34"/>
    <w:rsid w:val="00D43766"/>
    <w:rsid w:val="00D44A28"/>
    <w:rsid w:val="00D459B6"/>
    <w:rsid w:val="00D50FD4"/>
    <w:rsid w:val="00D51AA7"/>
    <w:rsid w:val="00D52055"/>
    <w:rsid w:val="00D5226F"/>
    <w:rsid w:val="00D546DA"/>
    <w:rsid w:val="00D54C2A"/>
    <w:rsid w:val="00D55A61"/>
    <w:rsid w:val="00D55EED"/>
    <w:rsid w:val="00D568F1"/>
    <w:rsid w:val="00D57225"/>
    <w:rsid w:val="00D57D31"/>
    <w:rsid w:val="00D617EC"/>
    <w:rsid w:val="00D61ED9"/>
    <w:rsid w:val="00D642A9"/>
    <w:rsid w:val="00D643A6"/>
    <w:rsid w:val="00D6464F"/>
    <w:rsid w:val="00D65573"/>
    <w:rsid w:val="00D65BA3"/>
    <w:rsid w:val="00D65C68"/>
    <w:rsid w:val="00D6653B"/>
    <w:rsid w:val="00D667DF"/>
    <w:rsid w:val="00D66B7F"/>
    <w:rsid w:val="00D7018E"/>
    <w:rsid w:val="00D71AE7"/>
    <w:rsid w:val="00D71E58"/>
    <w:rsid w:val="00D726B3"/>
    <w:rsid w:val="00D735B6"/>
    <w:rsid w:val="00D73A5C"/>
    <w:rsid w:val="00D76014"/>
    <w:rsid w:val="00D76298"/>
    <w:rsid w:val="00D76C92"/>
    <w:rsid w:val="00D8007B"/>
    <w:rsid w:val="00D8161E"/>
    <w:rsid w:val="00D8161F"/>
    <w:rsid w:val="00D83514"/>
    <w:rsid w:val="00D83A7B"/>
    <w:rsid w:val="00D83F06"/>
    <w:rsid w:val="00D85577"/>
    <w:rsid w:val="00D85EAB"/>
    <w:rsid w:val="00D8687C"/>
    <w:rsid w:val="00D9091B"/>
    <w:rsid w:val="00D9178C"/>
    <w:rsid w:val="00D93A9F"/>
    <w:rsid w:val="00D94640"/>
    <w:rsid w:val="00D96549"/>
    <w:rsid w:val="00D97469"/>
    <w:rsid w:val="00D97AE9"/>
    <w:rsid w:val="00DA15CC"/>
    <w:rsid w:val="00DA2088"/>
    <w:rsid w:val="00DA27E1"/>
    <w:rsid w:val="00DA3126"/>
    <w:rsid w:val="00DA3E9A"/>
    <w:rsid w:val="00DA53E4"/>
    <w:rsid w:val="00DA6D5F"/>
    <w:rsid w:val="00DB0691"/>
    <w:rsid w:val="00DB0E0C"/>
    <w:rsid w:val="00DB141A"/>
    <w:rsid w:val="00DC2276"/>
    <w:rsid w:val="00DC2873"/>
    <w:rsid w:val="00DC4224"/>
    <w:rsid w:val="00DC488D"/>
    <w:rsid w:val="00DC4A8B"/>
    <w:rsid w:val="00DC4B91"/>
    <w:rsid w:val="00DC59BF"/>
    <w:rsid w:val="00DC67EE"/>
    <w:rsid w:val="00DC7837"/>
    <w:rsid w:val="00DD003F"/>
    <w:rsid w:val="00DD0B61"/>
    <w:rsid w:val="00DD1A17"/>
    <w:rsid w:val="00DD3381"/>
    <w:rsid w:val="00DE0B2B"/>
    <w:rsid w:val="00DE3594"/>
    <w:rsid w:val="00DE46E9"/>
    <w:rsid w:val="00DE4879"/>
    <w:rsid w:val="00DE48D3"/>
    <w:rsid w:val="00DE6041"/>
    <w:rsid w:val="00DE6F44"/>
    <w:rsid w:val="00DE72B9"/>
    <w:rsid w:val="00DE7DC3"/>
    <w:rsid w:val="00DF09F6"/>
    <w:rsid w:val="00DF0A64"/>
    <w:rsid w:val="00DF196D"/>
    <w:rsid w:val="00DF249A"/>
    <w:rsid w:val="00DF2DCB"/>
    <w:rsid w:val="00DF2E4A"/>
    <w:rsid w:val="00DF2ED6"/>
    <w:rsid w:val="00DF336D"/>
    <w:rsid w:val="00DF3F91"/>
    <w:rsid w:val="00DF4D42"/>
    <w:rsid w:val="00DF544C"/>
    <w:rsid w:val="00DF63E5"/>
    <w:rsid w:val="00DF6F2F"/>
    <w:rsid w:val="00E01532"/>
    <w:rsid w:val="00E02028"/>
    <w:rsid w:val="00E02186"/>
    <w:rsid w:val="00E02A07"/>
    <w:rsid w:val="00E031D2"/>
    <w:rsid w:val="00E03741"/>
    <w:rsid w:val="00E044C4"/>
    <w:rsid w:val="00E0703B"/>
    <w:rsid w:val="00E070DE"/>
    <w:rsid w:val="00E10E00"/>
    <w:rsid w:val="00E11991"/>
    <w:rsid w:val="00E14BD4"/>
    <w:rsid w:val="00E17879"/>
    <w:rsid w:val="00E21003"/>
    <w:rsid w:val="00E22988"/>
    <w:rsid w:val="00E23363"/>
    <w:rsid w:val="00E23DC1"/>
    <w:rsid w:val="00E251C8"/>
    <w:rsid w:val="00E25338"/>
    <w:rsid w:val="00E254B3"/>
    <w:rsid w:val="00E258F1"/>
    <w:rsid w:val="00E26F0E"/>
    <w:rsid w:val="00E2734E"/>
    <w:rsid w:val="00E27DE3"/>
    <w:rsid w:val="00E30459"/>
    <w:rsid w:val="00E30A1C"/>
    <w:rsid w:val="00E30CEC"/>
    <w:rsid w:val="00E319D2"/>
    <w:rsid w:val="00E31AE0"/>
    <w:rsid w:val="00E334C6"/>
    <w:rsid w:val="00E346C1"/>
    <w:rsid w:val="00E34FE5"/>
    <w:rsid w:val="00E3574D"/>
    <w:rsid w:val="00E37D51"/>
    <w:rsid w:val="00E406FE"/>
    <w:rsid w:val="00E42BD3"/>
    <w:rsid w:val="00E4318C"/>
    <w:rsid w:val="00E43ACC"/>
    <w:rsid w:val="00E44C3D"/>
    <w:rsid w:val="00E44E48"/>
    <w:rsid w:val="00E45C6B"/>
    <w:rsid w:val="00E46B39"/>
    <w:rsid w:val="00E52C61"/>
    <w:rsid w:val="00E5360B"/>
    <w:rsid w:val="00E536BD"/>
    <w:rsid w:val="00E53DEB"/>
    <w:rsid w:val="00E557AB"/>
    <w:rsid w:val="00E56E33"/>
    <w:rsid w:val="00E579EA"/>
    <w:rsid w:val="00E6237C"/>
    <w:rsid w:val="00E6336C"/>
    <w:rsid w:val="00E63BB3"/>
    <w:rsid w:val="00E64A32"/>
    <w:rsid w:val="00E66BF5"/>
    <w:rsid w:val="00E70BEC"/>
    <w:rsid w:val="00E70CD6"/>
    <w:rsid w:val="00E71383"/>
    <w:rsid w:val="00E72137"/>
    <w:rsid w:val="00E73F39"/>
    <w:rsid w:val="00E740D2"/>
    <w:rsid w:val="00E74647"/>
    <w:rsid w:val="00E75E98"/>
    <w:rsid w:val="00E774FA"/>
    <w:rsid w:val="00E77A98"/>
    <w:rsid w:val="00E8012B"/>
    <w:rsid w:val="00E8057A"/>
    <w:rsid w:val="00E80E6B"/>
    <w:rsid w:val="00E82456"/>
    <w:rsid w:val="00E8260C"/>
    <w:rsid w:val="00E82CBB"/>
    <w:rsid w:val="00E82DA0"/>
    <w:rsid w:val="00E860F9"/>
    <w:rsid w:val="00E86966"/>
    <w:rsid w:val="00E86A1E"/>
    <w:rsid w:val="00E87790"/>
    <w:rsid w:val="00E925B8"/>
    <w:rsid w:val="00E9351B"/>
    <w:rsid w:val="00E954C8"/>
    <w:rsid w:val="00E95E9C"/>
    <w:rsid w:val="00E9667F"/>
    <w:rsid w:val="00E97594"/>
    <w:rsid w:val="00EA1DA2"/>
    <w:rsid w:val="00EA4FA8"/>
    <w:rsid w:val="00EA596C"/>
    <w:rsid w:val="00EA5E35"/>
    <w:rsid w:val="00EA642A"/>
    <w:rsid w:val="00EB16E2"/>
    <w:rsid w:val="00EB1769"/>
    <w:rsid w:val="00EB641B"/>
    <w:rsid w:val="00EC103E"/>
    <w:rsid w:val="00EC12D4"/>
    <w:rsid w:val="00EC3517"/>
    <w:rsid w:val="00EC4202"/>
    <w:rsid w:val="00EC5210"/>
    <w:rsid w:val="00EC53EC"/>
    <w:rsid w:val="00EC5C6A"/>
    <w:rsid w:val="00EC5D1A"/>
    <w:rsid w:val="00EC5F81"/>
    <w:rsid w:val="00EC6246"/>
    <w:rsid w:val="00EC7624"/>
    <w:rsid w:val="00EC7784"/>
    <w:rsid w:val="00EC7FBF"/>
    <w:rsid w:val="00ED117E"/>
    <w:rsid w:val="00ED17C7"/>
    <w:rsid w:val="00ED1A85"/>
    <w:rsid w:val="00ED2149"/>
    <w:rsid w:val="00ED2E90"/>
    <w:rsid w:val="00ED491B"/>
    <w:rsid w:val="00ED51B0"/>
    <w:rsid w:val="00ED6A35"/>
    <w:rsid w:val="00ED7B7B"/>
    <w:rsid w:val="00EE06AC"/>
    <w:rsid w:val="00EE3BCA"/>
    <w:rsid w:val="00EE5D08"/>
    <w:rsid w:val="00EF05BA"/>
    <w:rsid w:val="00EF1B8E"/>
    <w:rsid w:val="00EF1B9B"/>
    <w:rsid w:val="00EF209B"/>
    <w:rsid w:val="00EF635B"/>
    <w:rsid w:val="00F00D7B"/>
    <w:rsid w:val="00F0107B"/>
    <w:rsid w:val="00F04613"/>
    <w:rsid w:val="00F04C82"/>
    <w:rsid w:val="00F06582"/>
    <w:rsid w:val="00F078AD"/>
    <w:rsid w:val="00F10595"/>
    <w:rsid w:val="00F10E5D"/>
    <w:rsid w:val="00F112FB"/>
    <w:rsid w:val="00F12F7E"/>
    <w:rsid w:val="00F144CC"/>
    <w:rsid w:val="00F15452"/>
    <w:rsid w:val="00F15E77"/>
    <w:rsid w:val="00F2055B"/>
    <w:rsid w:val="00F218FC"/>
    <w:rsid w:val="00F21D21"/>
    <w:rsid w:val="00F23090"/>
    <w:rsid w:val="00F240A7"/>
    <w:rsid w:val="00F241F0"/>
    <w:rsid w:val="00F2633E"/>
    <w:rsid w:val="00F3304C"/>
    <w:rsid w:val="00F33155"/>
    <w:rsid w:val="00F35038"/>
    <w:rsid w:val="00F353CF"/>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43E5"/>
    <w:rsid w:val="00F66FF6"/>
    <w:rsid w:val="00F70191"/>
    <w:rsid w:val="00F7057F"/>
    <w:rsid w:val="00F70BBD"/>
    <w:rsid w:val="00F71524"/>
    <w:rsid w:val="00F7183F"/>
    <w:rsid w:val="00F748E3"/>
    <w:rsid w:val="00F76DB8"/>
    <w:rsid w:val="00F80B4A"/>
    <w:rsid w:val="00F82881"/>
    <w:rsid w:val="00F834D2"/>
    <w:rsid w:val="00F83E9F"/>
    <w:rsid w:val="00F84BE0"/>
    <w:rsid w:val="00F84DDD"/>
    <w:rsid w:val="00F8557C"/>
    <w:rsid w:val="00F86E8C"/>
    <w:rsid w:val="00F87F9D"/>
    <w:rsid w:val="00F90FD9"/>
    <w:rsid w:val="00F93AEF"/>
    <w:rsid w:val="00F9434D"/>
    <w:rsid w:val="00F94A82"/>
    <w:rsid w:val="00F95402"/>
    <w:rsid w:val="00F95998"/>
    <w:rsid w:val="00F95D7F"/>
    <w:rsid w:val="00F96273"/>
    <w:rsid w:val="00F97621"/>
    <w:rsid w:val="00FA062C"/>
    <w:rsid w:val="00FA0940"/>
    <w:rsid w:val="00FA098B"/>
    <w:rsid w:val="00FA11F0"/>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0C7E"/>
    <w:rsid w:val="00FC1B4F"/>
    <w:rsid w:val="00FC367D"/>
    <w:rsid w:val="00FC4E81"/>
    <w:rsid w:val="00FC52DC"/>
    <w:rsid w:val="00FC66E8"/>
    <w:rsid w:val="00FC768A"/>
    <w:rsid w:val="00FD0D4E"/>
    <w:rsid w:val="00FD1AF5"/>
    <w:rsid w:val="00FD1B4A"/>
    <w:rsid w:val="00FD2DD0"/>
    <w:rsid w:val="00FD3777"/>
    <w:rsid w:val="00FD5BBD"/>
    <w:rsid w:val="00FD6C84"/>
    <w:rsid w:val="00FD6CFC"/>
    <w:rsid w:val="00FD749B"/>
    <w:rsid w:val="00FE0343"/>
    <w:rsid w:val="00FE0D72"/>
    <w:rsid w:val="00FE12C7"/>
    <w:rsid w:val="00FE1C2A"/>
    <w:rsid w:val="00FE1F6B"/>
    <w:rsid w:val="00FE2E71"/>
    <w:rsid w:val="00FE5E2E"/>
    <w:rsid w:val="00FE6039"/>
    <w:rsid w:val="00FF3DAF"/>
    <w:rsid w:val="00FF6516"/>
    <w:rsid w:val="020C13AE"/>
    <w:rsid w:val="0CDC3E4A"/>
    <w:rsid w:val="14097ED7"/>
    <w:rsid w:val="158B2B79"/>
    <w:rsid w:val="22408168"/>
    <w:rsid w:val="2274C8BF"/>
    <w:rsid w:val="22C4B802"/>
    <w:rsid w:val="26E131F9"/>
    <w:rsid w:val="34AE1341"/>
    <w:rsid w:val="3667EAF8"/>
    <w:rsid w:val="46ECB2E5"/>
    <w:rsid w:val="480BCA9D"/>
    <w:rsid w:val="4B67ABCC"/>
    <w:rsid w:val="512E69E8"/>
    <w:rsid w:val="593F08A4"/>
    <w:rsid w:val="600EEFB9"/>
    <w:rsid w:val="64273CE8"/>
    <w:rsid w:val="65A33D6B"/>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48428529">
      <w:bodyDiv w:val="1"/>
      <w:marLeft w:val="0"/>
      <w:marRight w:val="0"/>
      <w:marTop w:val="0"/>
      <w:marBottom w:val="0"/>
      <w:divBdr>
        <w:top w:val="none" w:sz="0" w:space="0" w:color="auto"/>
        <w:left w:val="none" w:sz="0" w:space="0" w:color="auto"/>
        <w:bottom w:val="none" w:sz="0" w:space="0" w:color="auto"/>
        <w:right w:val="none" w:sz="0" w:space="0" w:color="auto"/>
      </w:divBdr>
    </w:div>
    <w:div w:id="460224800">
      <w:bodyDiv w:val="1"/>
      <w:marLeft w:val="0"/>
      <w:marRight w:val="0"/>
      <w:marTop w:val="0"/>
      <w:marBottom w:val="0"/>
      <w:divBdr>
        <w:top w:val="none" w:sz="0" w:space="0" w:color="auto"/>
        <w:left w:val="none" w:sz="0" w:space="0" w:color="auto"/>
        <w:bottom w:val="none" w:sz="0" w:space="0" w:color="auto"/>
        <w:right w:val="none" w:sz="0" w:space="0" w:color="auto"/>
      </w:divBdr>
    </w:div>
    <w:div w:id="496072581">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72860152">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922186254">
      <w:bodyDiv w:val="1"/>
      <w:marLeft w:val="0"/>
      <w:marRight w:val="0"/>
      <w:marTop w:val="0"/>
      <w:marBottom w:val="0"/>
      <w:divBdr>
        <w:top w:val="none" w:sz="0" w:space="0" w:color="auto"/>
        <w:left w:val="none" w:sz="0" w:space="0" w:color="auto"/>
        <w:bottom w:val="none" w:sz="0" w:space="0" w:color="auto"/>
        <w:right w:val="none" w:sz="0" w:space="0" w:color="auto"/>
      </w:divBdr>
    </w:div>
    <w:div w:id="1545291518">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64</TotalTime>
  <Pages>3</Pages>
  <Words>612</Words>
  <Characters>3495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Press Release</vt:lpstr>
    </vt:vector>
  </TitlesOfParts>
  <Company>Renault Trucks</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99</cp:revision>
  <cp:lastPrinted>2024-04-25T22:05:00Z</cp:lastPrinted>
  <dcterms:created xsi:type="dcterms:W3CDTF">2024-11-19T09:06:00Z</dcterms:created>
  <dcterms:modified xsi:type="dcterms:W3CDTF">2024-11-19T17:17:00Z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